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1E" w:rsidRPr="00BF2FF3" w:rsidRDefault="00BF2FF3">
      <w:pPr>
        <w:pStyle w:val="Title"/>
        <w:rPr>
          <w:rFonts w:ascii="Calibri body" w:hAnsi="Calibri body"/>
          <w:b/>
          <w:color w:val="auto"/>
        </w:rPr>
      </w:pPr>
      <w:r w:rsidRPr="00BF2FF3">
        <w:rPr>
          <w:rFonts w:ascii="Calibri body" w:hAnsi="Calibri body"/>
          <w:b/>
          <w:color w:val="auto"/>
        </w:rPr>
        <w:t>Project Log sheet</w:t>
      </w:r>
    </w:p>
    <w:p w:rsidR="005F331E" w:rsidRPr="00BF2FF3" w:rsidRDefault="006C3EF6" w:rsidP="00131349">
      <w:pPr>
        <w:pStyle w:val="Heading1"/>
        <w:shd w:val="clear" w:color="auto" w:fill="B1C0CD" w:themeFill="accent1" w:themeFillTint="99"/>
        <w:rPr>
          <w:rFonts w:ascii="Calibri body" w:hAnsi="Calibri body"/>
          <w:b/>
          <w:color w:val="auto"/>
        </w:rPr>
      </w:pPr>
      <w:r w:rsidRPr="00BF2FF3">
        <w:rPr>
          <w:rFonts w:ascii="Calibri body" w:hAnsi="Calibri body"/>
          <w:b/>
          <w:color w:val="auto"/>
        </w:rPr>
        <w:t>Project Summary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747"/>
        <w:gridCol w:w="3660"/>
        <w:gridCol w:w="3663"/>
      </w:tblGrid>
      <w:tr w:rsidR="00BF2FF3" w:rsidRPr="00BF2FF3" w:rsidTr="00BF2F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</w:tcPr>
          <w:p w:rsidR="005F331E" w:rsidRPr="00BF2FF3" w:rsidRDefault="00BF2FF3">
            <w:pPr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Project</w:t>
            </w:r>
            <w:r w:rsidR="006C3EF6" w:rsidRPr="00BF2FF3">
              <w:rPr>
                <w:rFonts w:ascii="Calibri body" w:hAnsi="Calibri body"/>
                <w:color w:val="auto"/>
              </w:rPr>
              <w:t xml:space="preserve"> Date</w:t>
            </w:r>
          </w:p>
        </w:tc>
        <w:tc>
          <w:tcPr>
            <w:tcW w:w="3664" w:type="dxa"/>
          </w:tcPr>
          <w:p w:rsidR="005F331E" w:rsidRPr="00BF2FF3" w:rsidRDefault="006C3E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Project Name</w:t>
            </w:r>
          </w:p>
        </w:tc>
        <w:tc>
          <w:tcPr>
            <w:tcW w:w="3667" w:type="dxa"/>
          </w:tcPr>
          <w:p w:rsidR="005F331E" w:rsidRPr="00BF2FF3" w:rsidRDefault="006C3E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Prepared By</w:t>
            </w:r>
          </w:p>
        </w:tc>
      </w:tr>
      <w:tr w:rsidR="00BF2FF3" w:rsidRPr="00BF2FF3" w:rsidTr="00BF2F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Calibri body" w:hAnsi="Calibri body"/>
              <w:color w:val="auto"/>
            </w:rPr>
            <w:id w:val="1279524753"/>
            <w:placeholder>
              <w:docPart w:val="AACAF27C76C04C59BD92F2B08C580524"/>
            </w:placeholder>
            <w:date w:fullDate="2016-03-05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49" w:type="dxa"/>
              </w:tcPr>
              <w:p w:rsidR="005F331E" w:rsidRPr="00BF2FF3" w:rsidRDefault="00BF2FF3">
                <w:pPr>
                  <w:rPr>
                    <w:rFonts w:ascii="Calibri body" w:hAnsi="Calibri body"/>
                    <w:color w:val="auto"/>
                  </w:rPr>
                </w:pPr>
                <w:r w:rsidRPr="00BF2FF3">
                  <w:rPr>
                    <w:rFonts w:ascii="Calibri body" w:hAnsi="Calibri body"/>
                    <w:color w:val="auto"/>
                  </w:rPr>
                  <w:t>March 5, 2016</w:t>
                </w:r>
              </w:p>
            </w:tc>
          </w:sdtContent>
        </w:sdt>
        <w:sdt>
          <w:sdtPr>
            <w:rPr>
              <w:rFonts w:ascii="Calibri body" w:hAnsi="Calibri body"/>
              <w:color w:val="auto"/>
            </w:rPr>
            <w:id w:val="-1700001846"/>
            <w:placeholder>
              <w:docPart w:val="1EEE945CADDB4CF4BF0E8B6ECEACBD53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3664" w:type="dxa"/>
              </w:tcPr>
              <w:p w:rsidR="005F331E" w:rsidRPr="00BF2FF3" w:rsidRDefault="006C3EF6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 body" w:hAnsi="Calibri body"/>
                    <w:color w:val="auto"/>
                  </w:rPr>
                </w:pPr>
                <w:r w:rsidRPr="00BF2FF3">
                  <w:rPr>
                    <w:rFonts w:ascii="Calibri body" w:hAnsi="Calibri body"/>
                    <w:color w:val="auto"/>
                  </w:rPr>
                  <w:t>[Project]</w:t>
                </w:r>
              </w:p>
            </w:tc>
          </w:sdtContent>
        </w:sdt>
        <w:tc>
          <w:tcPr>
            <w:tcW w:w="3667" w:type="dxa"/>
          </w:tcPr>
          <w:p w:rsidR="005F331E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ABC</w:t>
            </w:r>
          </w:p>
        </w:tc>
      </w:tr>
    </w:tbl>
    <w:p w:rsidR="005F331E" w:rsidRPr="00BF2FF3" w:rsidRDefault="006C3EF6" w:rsidP="00131349">
      <w:pPr>
        <w:pStyle w:val="Heading1"/>
        <w:shd w:val="clear" w:color="auto" w:fill="B1C0CD" w:themeFill="accent1" w:themeFillTint="99"/>
        <w:rPr>
          <w:rFonts w:ascii="Calibri body" w:hAnsi="Calibri body"/>
          <w:b/>
          <w:color w:val="auto"/>
        </w:rPr>
      </w:pPr>
      <w:r w:rsidRPr="00BF2FF3">
        <w:rPr>
          <w:rFonts w:ascii="Calibri body" w:hAnsi="Calibri body"/>
          <w:b/>
          <w:color w:val="auto"/>
        </w:rPr>
        <w:t>Project Overview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1164"/>
        <w:gridCol w:w="1082"/>
        <w:gridCol w:w="4769"/>
        <w:gridCol w:w="991"/>
        <w:gridCol w:w="2064"/>
      </w:tblGrid>
      <w:tr w:rsidR="00BF2FF3" w:rsidRPr="00BF2FF3" w:rsidTr="000B0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shd w:val="clear" w:color="auto" w:fill="B1C0CD" w:themeFill="accent1" w:themeFillTint="99"/>
            <w:vAlign w:val="center"/>
          </w:tcPr>
          <w:p w:rsidR="00BF2FF3" w:rsidRPr="00BF2FF3" w:rsidRDefault="000B07A3" w:rsidP="00BF2FF3">
            <w:pPr>
              <w:jc w:val="center"/>
              <w:rPr>
                <w:rFonts w:ascii="Calibri body" w:hAnsi="Calibri body"/>
                <w:color w:val="auto"/>
              </w:rPr>
            </w:pPr>
            <w:r>
              <w:rPr>
                <w:rFonts w:ascii="Calibri body" w:hAnsi="Calibri body"/>
                <w:color w:val="auto"/>
              </w:rPr>
              <w:t>Start D</w:t>
            </w:r>
            <w:r w:rsidR="00BF2FF3" w:rsidRPr="00BF2FF3">
              <w:rPr>
                <w:rFonts w:ascii="Calibri body" w:hAnsi="Calibri body"/>
                <w:color w:val="auto"/>
              </w:rPr>
              <w:t>ate</w:t>
            </w:r>
          </w:p>
        </w:tc>
        <w:tc>
          <w:tcPr>
            <w:tcW w:w="537" w:type="pct"/>
            <w:shd w:val="clear" w:color="auto" w:fill="B1C0CD" w:themeFill="accent1" w:themeFillTint="99"/>
            <w:vAlign w:val="center"/>
          </w:tcPr>
          <w:p w:rsidR="00BF2FF3" w:rsidRPr="00BF2FF3" w:rsidRDefault="000B07A3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>
              <w:rPr>
                <w:rFonts w:ascii="Calibri body" w:hAnsi="Calibri body"/>
                <w:color w:val="auto"/>
              </w:rPr>
              <w:t>End D</w:t>
            </w:r>
            <w:bookmarkStart w:id="0" w:name="_GoBack"/>
            <w:bookmarkEnd w:id="0"/>
            <w:r w:rsidR="00BF2FF3" w:rsidRPr="00BF2FF3">
              <w:rPr>
                <w:rFonts w:ascii="Calibri body" w:hAnsi="Calibri body"/>
                <w:color w:val="auto"/>
              </w:rPr>
              <w:t>ate</w:t>
            </w:r>
          </w:p>
        </w:tc>
        <w:tc>
          <w:tcPr>
            <w:tcW w:w="2368" w:type="pct"/>
            <w:shd w:val="clear" w:color="auto" w:fill="B1C0CD" w:themeFill="accent1" w:themeFillTint="99"/>
            <w:vAlign w:val="center"/>
          </w:tcPr>
          <w:p w:rsidR="00BF2FF3" w:rsidRPr="00BF2FF3" w:rsidRDefault="00131349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>
              <w:rPr>
                <w:rFonts w:ascii="Calibri body" w:hAnsi="Calibri body"/>
                <w:color w:val="auto"/>
              </w:rPr>
              <w:t>Task Action L</w:t>
            </w:r>
            <w:r w:rsidR="00BF2FF3" w:rsidRPr="00BF2FF3">
              <w:rPr>
                <w:rFonts w:ascii="Calibri body" w:hAnsi="Calibri body"/>
                <w:color w:val="auto"/>
              </w:rPr>
              <w:t>ist</w:t>
            </w:r>
          </w:p>
        </w:tc>
        <w:tc>
          <w:tcPr>
            <w:tcW w:w="492" w:type="pct"/>
            <w:shd w:val="clear" w:color="auto" w:fill="B1C0CD" w:themeFill="accent1" w:themeFillTint="99"/>
            <w:vAlign w:val="center"/>
          </w:tcPr>
          <w:p w:rsidR="00BF2FF3" w:rsidRPr="00BF2FF3" w:rsidRDefault="00BF2FF3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% Done</w:t>
            </w:r>
          </w:p>
        </w:tc>
        <w:tc>
          <w:tcPr>
            <w:tcW w:w="1025" w:type="pct"/>
            <w:shd w:val="clear" w:color="auto" w:fill="B1C0CD" w:themeFill="accent1" w:themeFillTint="99"/>
            <w:vAlign w:val="center"/>
          </w:tcPr>
          <w:p w:rsidR="00BF2FF3" w:rsidRPr="00BF2FF3" w:rsidRDefault="00BF2FF3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Notes</w:t>
            </w:r>
          </w:p>
        </w:tc>
      </w:tr>
      <w:tr w:rsidR="00BF2FF3" w:rsidRPr="00BF2FF3" w:rsidTr="000B0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0B07A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pct"/>
            <w:vAlign w:val="center"/>
          </w:tcPr>
          <w:p w:rsidR="00BF2FF3" w:rsidRPr="00BF2FF3" w:rsidRDefault="00BF2FF3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537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2368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492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025" w:type="pct"/>
          </w:tcPr>
          <w:p w:rsidR="00BF2FF3" w:rsidRPr="00BF2FF3" w:rsidRDefault="00BF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</w:tbl>
    <w:p w:rsidR="005F331E" w:rsidRPr="00BF2FF3" w:rsidRDefault="006C3EF6" w:rsidP="00131349">
      <w:pPr>
        <w:pStyle w:val="Heading1"/>
        <w:shd w:val="clear" w:color="auto" w:fill="B1C0CD" w:themeFill="accent1" w:themeFillTint="99"/>
        <w:rPr>
          <w:rFonts w:ascii="Calibri body" w:hAnsi="Calibri body"/>
          <w:b/>
          <w:color w:val="auto"/>
        </w:rPr>
      </w:pPr>
      <w:r w:rsidRPr="00BF2FF3">
        <w:rPr>
          <w:rFonts w:ascii="Calibri body" w:hAnsi="Calibri body"/>
          <w:b/>
          <w:color w:val="auto"/>
        </w:rPr>
        <w:t>Budget Overview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2517"/>
        <w:gridCol w:w="2013"/>
        <w:gridCol w:w="1511"/>
        <w:gridCol w:w="1511"/>
        <w:gridCol w:w="2518"/>
      </w:tblGrid>
      <w:tr w:rsidR="00BF2FF3" w:rsidRPr="00BF2FF3" w:rsidTr="001313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shd w:val="clear" w:color="auto" w:fill="B1C0CD" w:themeFill="accent1" w:themeFillTint="99"/>
            <w:vAlign w:val="center"/>
          </w:tcPr>
          <w:p w:rsidR="005F331E" w:rsidRPr="00BF2FF3" w:rsidRDefault="006C3EF6" w:rsidP="00BF2FF3">
            <w:pPr>
              <w:jc w:val="center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Category</w:t>
            </w:r>
          </w:p>
        </w:tc>
        <w:tc>
          <w:tcPr>
            <w:tcW w:w="1000" w:type="pct"/>
            <w:shd w:val="clear" w:color="auto" w:fill="B1C0CD" w:themeFill="accent1" w:themeFillTint="99"/>
            <w:vAlign w:val="center"/>
          </w:tcPr>
          <w:p w:rsidR="005F331E" w:rsidRPr="00BF2FF3" w:rsidRDefault="006C3EF6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Spent</w:t>
            </w:r>
          </w:p>
        </w:tc>
        <w:tc>
          <w:tcPr>
            <w:tcW w:w="750" w:type="pct"/>
            <w:shd w:val="clear" w:color="auto" w:fill="B1C0CD" w:themeFill="accent1" w:themeFillTint="99"/>
            <w:vAlign w:val="center"/>
          </w:tcPr>
          <w:p w:rsidR="005F331E" w:rsidRPr="00BF2FF3" w:rsidRDefault="006C3EF6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% of Total</w:t>
            </w:r>
          </w:p>
        </w:tc>
        <w:tc>
          <w:tcPr>
            <w:tcW w:w="750" w:type="pct"/>
            <w:shd w:val="clear" w:color="auto" w:fill="B1C0CD" w:themeFill="accent1" w:themeFillTint="99"/>
            <w:vAlign w:val="center"/>
          </w:tcPr>
          <w:p w:rsidR="005F331E" w:rsidRPr="00BF2FF3" w:rsidRDefault="006C3EF6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On Track?</w:t>
            </w:r>
          </w:p>
        </w:tc>
        <w:tc>
          <w:tcPr>
            <w:tcW w:w="1250" w:type="pct"/>
            <w:shd w:val="clear" w:color="auto" w:fill="B1C0CD" w:themeFill="accent1" w:themeFillTint="99"/>
            <w:vAlign w:val="center"/>
          </w:tcPr>
          <w:p w:rsidR="005F331E" w:rsidRPr="00BF2FF3" w:rsidRDefault="006C3EF6" w:rsidP="00BF2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  <w:r w:rsidRPr="00BF2FF3">
              <w:rPr>
                <w:rFonts w:ascii="Calibri body" w:hAnsi="Calibri body"/>
                <w:color w:val="auto"/>
              </w:rPr>
              <w:t>Notes</w:t>
            </w:r>
          </w:p>
        </w:tc>
      </w:tr>
      <w:tr w:rsidR="00BF2FF3" w:rsidRPr="00BF2FF3" w:rsidTr="00BF2F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</w:tcPr>
          <w:p w:rsidR="005F331E" w:rsidRPr="00BF2FF3" w:rsidRDefault="005F331E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100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75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75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25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BF2FF3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</w:tcPr>
          <w:p w:rsidR="005F331E" w:rsidRPr="00BF2FF3" w:rsidRDefault="005F331E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1000" w:type="pct"/>
          </w:tcPr>
          <w:p w:rsidR="005F331E" w:rsidRPr="00BF2FF3" w:rsidRDefault="005F33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750" w:type="pct"/>
          </w:tcPr>
          <w:p w:rsidR="005F331E" w:rsidRPr="00BF2FF3" w:rsidRDefault="005F33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750" w:type="pct"/>
          </w:tcPr>
          <w:p w:rsidR="005F331E" w:rsidRPr="00BF2FF3" w:rsidRDefault="005F33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250" w:type="pct"/>
          </w:tcPr>
          <w:p w:rsidR="005F331E" w:rsidRPr="00BF2FF3" w:rsidRDefault="005F33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  <w:tr w:rsidR="00BF2FF3" w:rsidRPr="00BF2FF3" w:rsidTr="00BF2F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</w:tcPr>
          <w:p w:rsidR="005F331E" w:rsidRPr="00BF2FF3" w:rsidRDefault="005F331E">
            <w:pPr>
              <w:rPr>
                <w:rFonts w:ascii="Calibri body" w:hAnsi="Calibri body"/>
                <w:color w:val="auto"/>
              </w:rPr>
            </w:pPr>
          </w:p>
        </w:tc>
        <w:tc>
          <w:tcPr>
            <w:tcW w:w="100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75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75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  <w:tc>
          <w:tcPr>
            <w:tcW w:w="1250" w:type="pct"/>
          </w:tcPr>
          <w:p w:rsidR="005F331E" w:rsidRPr="00BF2FF3" w:rsidRDefault="005F3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body" w:hAnsi="Calibri body"/>
                <w:color w:val="auto"/>
              </w:rPr>
            </w:pPr>
          </w:p>
        </w:tc>
      </w:tr>
    </w:tbl>
    <w:p w:rsidR="005F331E" w:rsidRPr="00BF2FF3" w:rsidRDefault="005F331E">
      <w:pPr>
        <w:rPr>
          <w:rFonts w:ascii="Calibri body" w:hAnsi="Calibri body"/>
          <w:color w:val="auto"/>
        </w:rPr>
      </w:pPr>
    </w:p>
    <w:sectPr w:rsidR="005F331E" w:rsidRPr="00BF2F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416" w:rsidRDefault="002B5416">
      <w:pPr>
        <w:spacing w:before="0" w:after="0"/>
      </w:pPr>
      <w:r>
        <w:separator/>
      </w:r>
    </w:p>
  </w:endnote>
  <w:endnote w:type="continuationSeparator" w:id="0">
    <w:p w:rsidR="002B5416" w:rsidRDefault="002B54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bod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A3" w:rsidRDefault="000B07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31E" w:rsidRDefault="006C3EF6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F2FF3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A3" w:rsidRDefault="000B07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416" w:rsidRDefault="002B5416">
      <w:pPr>
        <w:spacing w:before="0" w:after="0"/>
      </w:pPr>
      <w:r>
        <w:separator/>
      </w:r>
    </w:p>
  </w:footnote>
  <w:footnote w:type="continuationSeparator" w:id="0">
    <w:p w:rsidR="002B5416" w:rsidRDefault="002B54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A3" w:rsidRDefault="000B07A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111856" o:spid="_x0000_s2050" type="#_x0000_t75" style="position:absolute;left:0;text-align:left;margin-left:0;margin-top:0;width:20in;height:900pt;z-index:-251657216;mso-position-horizontal:center;mso-position-horizontal-relative:margin;mso-position-vertical:center;mso-position-vertical-relative:margin" o:allowincell="f">
          <v:imagedata r:id="rId1" o:title="1859464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A3" w:rsidRDefault="000B07A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111857" o:spid="_x0000_s2051" type="#_x0000_t75" style="position:absolute;left:0;text-align:left;margin-left:0;margin-top:0;width:20in;height:900pt;z-index:-251656192;mso-position-horizontal:center;mso-position-horizontal-relative:margin;mso-position-vertical:center;mso-position-vertical-relative:margin" o:allowincell="f">
          <v:imagedata r:id="rId1" o:title="1859464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40"/>
      <w:gridCol w:w="5040"/>
    </w:tblGrid>
    <w:tr w:rsidR="005F331E">
      <w:tc>
        <w:tcPr>
          <w:tcW w:w="2500" w:type="pct"/>
          <w:vAlign w:val="bottom"/>
        </w:tcPr>
        <w:p w:rsidR="005F331E" w:rsidRDefault="00BF2FF3">
          <w:r>
            <w:t>Company ABC</w:t>
          </w:r>
        </w:p>
        <w:p w:rsidR="005F331E" w:rsidRDefault="002B5416">
          <w:sdt>
            <w:sdtPr>
              <w:id w:val="649026542"/>
              <w:placeholder>
                <w:docPart w:val="1EEE945CADDB4CF4BF0E8B6ECEACBD53"/>
              </w:placeholder>
              <w:temporary/>
              <w:showingPlcHdr/>
              <w15:appearance w15:val="hidden"/>
              <w:text/>
            </w:sdtPr>
            <w:sdtEndPr/>
            <w:sdtContent>
              <w:r w:rsidR="006C3EF6">
                <w:t>[Street Address, City, ST  ZIP Code]</w:t>
              </w:r>
            </w:sdtContent>
          </w:sdt>
        </w:p>
        <w:p w:rsidR="005F331E" w:rsidRDefault="006C3EF6" w:rsidP="00BF2FF3">
          <w:pPr>
            <w:spacing w:after="0"/>
          </w:pPr>
          <w:r>
            <w:rPr>
              <w:rStyle w:val="Strong"/>
            </w:rPr>
            <w:t>Tel</w:t>
          </w:r>
          <w:r>
            <w:t xml:space="preserve"> </w:t>
          </w:r>
          <w:r w:rsidR="00BF2FF3">
            <w:t xml:space="preserve">222-666-999 </w:t>
          </w:r>
        </w:p>
      </w:tc>
      <w:sdt>
        <w:sdtPr>
          <w:alias w:val="Click icon to replace picture"/>
          <w:tag w:val="Click icon to replace picture"/>
          <w:id w:val="-423115271"/>
          <w:picture/>
        </w:sdtPr>
        <w:sdtEndPr/>
        <w:sdtContent>
          <w:tc>
            <w:tcPr>
              <w:tcW w:w="2500" w:type="pct"/>
              <w:vAlign w:val="bottom"/>
            </w:tcPr>
            <w:p w:rsidR="005F331E" w:rsidRDefault="006C3EF6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>
                    <wp:extent cx="310129" cy="438912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 preferRelativeResize="0"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0129" cy="438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5F331E" w:rsidRDefault="000B07A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111855" o:spid="_x0000_s2049" type="#_x0000_t75" style="position:absolute;left:0;text-align:left;margin-left:0;margin-top:0;width:20in;height:900pt;z-index:-251658240;mso-position-horizontal:center;mso-position-horizontal-relative:margin;mso-position-vertical:center;mso-position-vertical-relative:margin" o:allowincell="f">
          <v:imagedata r:id="rId2" o:title="1859464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953"/>
    <w:rsid w:val="000B07A3"/>
    <w:rsid w:val="00131349"/>
    <w:rsid w:val="002B5416"/>
    <w:rsid w:val="005F331E"/>
    <w:rsid w:val="006C3EF6"/>
    <w:rsid w:val="00BF2FF3"/>
    <w:rsid w:val="00C5192E"/>
    <w:rsid w:val="00C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303F3407-7BB8-4D1C-8A68-ADD281CA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360" w:after="240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paragraph" w:styleId="NoSpacing">
    <w:name w:val="No Spacing"/>
    <w:link w:val="NoSpacingChar"/>
    <w:uiPriority w:val="1"/>
    <w:qFormat/>
    <w:pPr>
      <w:spacing w:before="0" w:after="0"/>
    </w:pPr>
  </w:style>
  <w:style w:type="character" w:styleId="Strong">
    <w:name w:val="Strong"/>
    <w:basedOn w:val="DefaultParagraphFont"/>
    <w:uiPriority w:val="1"/>
    <w:unhideWhenUsed/>
    <w:qFormat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table" w:styleId="TableGrid">
    <w:name w:val="Table Grid"/>
    <w:basedOn w:val="TableNormal"/>
    <w:uiPriority w:val="5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480" w:after="160"/>
    </w:pPr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99"/>
    <w:rPr>
      <w:kern w:val="20"/>
    </w:rPr>
  </w:style>
  <w:style w:type="table" w:customStyle="1" w:styleId="StatusReportTable">
    <w:name w:val="Status Report Table"/>
    <w:basedOn w:val="TableNormal"/>
    <w:uiPriority w:val="99"/>
    <w:tblPr>
      <w:tblInd w:w="0" w:type="dxa"/>
      <w:tblBorders>
        <w:insideH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caps/>
        <w:smallCaps w:val="0"/>
        <w:color w:val="577188" w:themeColor="accent1" w:themeShade="BF"/>
      </w:rPr>
      <w:tblPr/>
      <w:tcPr>
        <w:vAlign w:val="bottom"/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22"/>
      <w:shd w:val="clear" w:color="auto" w:fill="7E97AD" w:themeFill="accent1"/>
    </w:rPr>
  </w:style>
  <w:style w:type="table" w:styleId="GridTable4-Accent1">
    <w:name w:val="Grid Table 4 Accent 1"/>
    <w:basedOn w:val="TableNormal"/>
    <w:uiPriority w:val="49"/>
    <w:rsid w:val="00BF2FF3"/>
    <w:pPr>
      <w:spacing w:after="0"/>
    </w:pPr>
    <w:tblPr>
      <w:tblStyleRowBandSize w:val="1"/>
      <w:tblStyleColBandSize w:val="1"/>
      <w:tblInd w:w="0" w:type="dxa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styleId="PlainTable4">
    <w:name w:val="Plain Table 4"/>
    <w:basedOn w:val="TableNormal"/>
    <w:uiPriority w:val="43"/>
    <w:rsid w:val="00BF2FF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0"/>
    <w:rsid w:val="00BF2FF3"/>
    <w:pPr>
      <w:spacing w:after="0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Project%20status%20report%20(Timeless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ACAF27C76C04C59BD92F2B08C580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17784-C3BB-4110-B288-81F42A4EA69D}"/>
      </w:docPartPr>
      <w:docPartBody>
        <w:p w:rsidR="00D41A12" w:rsidRDefault="005512B0">
          <w:pPr>
            <w:pStyle w:val="AACAF27C76C04C59BD92F2B08C580524"/>
          </w:pPr>
          <w:r>
            <w:t>[Select Date]</w:t>
          </w:r>
        </w:p>
      </w:docPartBody>
    </w:docPart>
    <w:docPart>
      <w:docPartPr>
        <w:name w:val="1EEE945CADDB4CF4BF0E8B6ECEACB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8AA0E-9B5D-4AD8-9870-98277F554635}"/>
      </w:docPartPr>
      <w:docPartBody>
        <w:p w:rsidR="00D41A12" w:rsidRDefault="005512B0">
          <w:pPr>
            <w:pStyle w:val="1EEE945CADDB4CF4BF0E8B6ECEACBD53"/>
          </w:pPr>
          <w:r>
            <w:t>[Project]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bod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B0"/>
    <w:rsid w:val="005512B0"/>
    <w:rsid w:val="00792FB6"/>
    <w:rsid w:val="00D4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CAF27C76C04C59BD92F2B08C580524">
    <w:name w:val="AACAF27C76C04C59BD92F2B08C580524"/>
  </w:style>
  <w:style w:type="paragraph" w:customStyle="1" w:styleId="1EEE945CADDB4CF4BF0E8B6ECEACBD53">
    <w:name w:val="1EEE945CADDB4CF4BF0E8B6ECEACBD53"/>
  </w:style>
  <w:style w:type="paragraph" w:customStyle="1" w:styleId="4B35485D535F45BD866D7FBF58E02ED3">
    <w:name w:val="4B35485D535F45BD866D7FBF58E02ED3"/>
  </w:style>
  <w:style w:type="paragraph" w:customStyle="1" w:styleId="EF784128B77B4A50A80F3EB4215F5E62">
    <w:name w:val="EF784128B77B4A50A80F3EB4215F5E62"/>
  </w:style>
  <w:style w:type="paragraph" w:customStyle="1" w:styleId="2A0808B4F375457C929ED7230BFB9CD8">
    <w:name w:val="2A0808B4F375457C929ED7230BFB9C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51FBD1A1-449C-4EBE-BCFF-5A2F45398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375D8-A7BF-4721-B339-F99B56CD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status report (Timeless design).dotx</Template>
  <TotalTime>21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COMPAQ</dc:creator>
  <cp:keywords/>
  <cp:lastModifiedBy>COMPAQ</cp:lastModifiedBy>
  <cp:revision>3</cp:revision>
  <dcterms:created xsi:type="dcterms:W3CDTF">2016-03-05T09:11:00Z</dcterms:created>
  <dcterms:modified xsi:type="dcterms:W3CDTF">2016-03-05T11:24:00Z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