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258418997"/>
        <w:placeholder>
          <w:docPart w:val="877CAF17E0F24CB7B736DF3FF5C5B200"/>
        </w:placeholder>
        <w:temporary/>
        <w:showingPlcHdr/>
        <w15:appearance w15:val="hidden"/>
      </w:sdtPr>
      <w:sdtEndPr/>
      <w:sdtContent>
        <w:p w14:paraId="1A9D96F2" w14:textId="77777777" w:rsidR="00DA6120" w:rsidRPr="00C87F29" w:rsidRDefault="004666BD" w:rsidP="004666BD">
          <w:pPr>
            <w:pStyle w:val="Heading1"/>
          </w:pPr>
          <w:r w:rsidRPr="001D2777">
            <w:t>Football party</w:t>
          </w:r>
        </w:p>
      </w:sdtContent>
    </w:sdt>
    <w:p w14:paraId="2AB47EC2" w14:textId="77777777" w:rsidR="00DA6120" w:rsidRDefault="000E4DE6" w:rsidP="000E4DE6">
      <w:pPr>
        <w:pStyle w:val="Title"/>
      </w:pPr>
      <w:r>
        <w:rPr>
          <w:noProof/>
        </w:rPr>
        <mc:AlternateContent>
          <mc:Choice Requires="wpg">
            <w:drawing>
              <wp:inline distT="0" distB="0" distL="0" distR="0" wp14:anchorId="77333F47" wp14:editId="040F7BD6">
                <wp:extent cx="3901440" cy="945515"/>
                <wp:effectExtent l="0" t="0" r="3810" b="6985"/>
                <wp:docPr id="57" name="Group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1440" cy="945515"/>
                          <a:chOff x="0" y="0"/>
                          <a:chExt cx="3901440" cy="945515"/>
                        </a:xfrm>
                      </wpg:grpSpPr>
                      <pic:pic xmlns:pic="http://schemas.openxmlformats.org/drawingml/2006/picture">
                        <pic:nvPicPr>
                          <pic:cNvPr id="26" name="Graphic 26" descr="Orange ribbon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76575" y="247650"/>
                            <a:ext cx="824865" cy="697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Graphic 21" descr="Orange ribbon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8125"/>
                            <a:ext cx="824865" cy="697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Rectangle 23" descr="Yellow rectangle"/>
                        <wps:cNvSpPr/>
                        <wps:spPr>
                          <a:xfrm>
                            <a:off x="428625" y="0"/>
                            <a:ext cx="3034800" cy="7734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2124301383"/>
                                <w:placeholder>
                                  <w:docPart w:val="71BC1808F47044F5A81A9DF02EAEBB41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6D6EA627" w14:textId="77777777" w:rsidR="000E4DE6" w:rsidRPr="001D2777" w:rsidRDefault="004666BD" w:rsidP="004666BD">
                                  <w:pPr>
                                    <w:pStyle w:val="Title"/>
                                  </w:pPr>
                                  <w:r w:rsidRPr="001D2777">
                                    <w:t>Menu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333F47" id="Group 57" o:spid="_x0000_s1026" style="width:307.2pt;height:74.45pt;mso-position-horizontal-relative:char;mso-position-vertical-relative:line" coordsize="39014,94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26" o:spid="_x0000_s1027" type="#_x0000_t75" alt="Orange ribbon" style="position:absolute;left:30765;top:2476;width:8249;height:6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">
                  <v:imagedata r:id="rId14" o:title="Orange ribbon"/>
                </v:shape>
                <v:shape id="Graphic 21" o:spid="_x0000_s1028" type="#_x0000_t75" alt="Orange ribbon" style="position:absolute;top:2381;width:8248;height:6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">
                  <v:imagedata r:id="rId15" o:title="Orange ribbon"/>
                </v:shape>
                <v:rect id="Rectangle 23" o:spid="_x0000_s1029" alt="Yellow rectangle" style="position:absolute;left:4286;width:30348;height:7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" fillcolor="#fcee21 [3204]" stroked="f" strokeweight="1pt">
                  <v:textbox>
                    <w:txbxContent>
                      <w:sdt>
                        <w:sdtPr>
                          <w:id w:val="-2124301383"/>
                          <w:placeholder>
                            <w:docPart w:val="71BC1808F47044F5A81A9DF02EAEBB41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p w14:paraId="6D6EA627" w14:textId="77777777" w:rsidR="000E4DE6" w:rsidRPr="001D2777" w:rsidRDefault="004666BD" w:rsidP="004666BD">
                            <w:pPr>
                              <w:pStyle w:val="Title"/>
                            </w:pPr>
                            <w:r w:rsidRPr="001D2777">
                              <w:t>Menu</w:t>
                            </w:r>
                          </w:p>
                        </w:sdtContent>
                      </w:sdt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Unvisible table"/>
      </w:tblPr>
      <w:tblGrid>
        <w:gridCol w:w="5154"/>
        <w:gridCol w:w="5158"/>
      </w:tblGrid>
      <w:tr w:rsidR="000E4DE6" w:rsidRPr="000E4DE6" w14:paraId="3518CFE6" w14:textId="77777777" w:rsidTr="007869BD">
        <w:trPr>
          <w:trHeight w:val="567"/>
        </w:trPr>
        <w:tc>
          <w:tcPr>
            <w:tcW w:w="2499" w:type="pct"/>
          </w:tcPr>
          <w:p w14:paraId="696F9ED5" w14:textId="77777777" w:rsidR="000E4DE6" w:rsidRPr="000E4DE6" w:rsidRDefault="000E4DE6" w:rsidP="000E4DE6"/>
        </w:tc>
        <w:tc>
          <w:tcPr>
            <w:tcW w:w="2501" w:type="pct"/>
          </w:tcPr>
          <w:p w14:paraId="7A2D40B8" w14:textId="77777777" w:rsidR="000E4DE6" w:rsidRPr="000E4DE6" w:rsidRDefault="000E4DE6" w:rsidP="000E4DE6"/>
        </w:tc>
      </w:tr>
      <w:tr w:rsidR="000E4DE6" w:rsidRPr="000E4DE6" w14:paraId="2B2FFC36" w14:textId="77777777" w:rsidTr="007869BD">
        <w:tc>
          <w:tcPr>
            <w:tcW w:w="2499" w:type="pct"/>
          </w:tcPr>
          <w:p w14:paraId="13EC8A8A" w14:textId="77777777" w:rsidR="007627EB" w:rsidRPr="000E4DE6" w:rsidRDefault="00604E3C" w:rsidP="000E4DE6">
            <w:pPr>
              <w:ind w:left="0"/>
            </w:pPr>
            <w:r w:rsidRPr="000E4DE6">
              <w:rPr>
                <w:noProof/>
              </w:rPr>
              <mc:AlternateContent>
                <mc:Choice Requires="wpg">
                  <w:drawing>
                    <wp:inline distT="0" distB="0" distL="0" distR="0" wp14:anchorId="610E69BA" wp14:editId="00FAEC20">
                      <wp:extent cx="3009600" cy="482400"/>
                      <wp:effectExtent l="0" t="0" r="635" b="0"/>
                      <wp:docPr id="9" name="Group 9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600" cy="482400"/>
                                <a:chOff x="0" y="0"/>
                                <a:chExt cx="3011170" cy="481330"/>
                              </a:xfrm>
                            </wpg:grpSpPr>
                            <wps:wsp>
                              <wps:cNvPr id="1" name="Graphic 30" descr="Ribbon"/>
                              <wps:cNvSpPr/>
                              <wps:spPr>
                                <a:xfrm>
                                  <a:off x="0" y="0"/>
                                  <a:ext cx="3011170" cy="481330"/>
                                </a:xfrm>
                                <a:custGeom>
                                  <a:avLst/>
                                  <a:gdLst>
                                    <a:gd name="connsiteX0" fmla="*/ 3011149 w 3011175"/>
                                    <a:gd name="connsiteY0" fmla="*/ 481921 h 481947"/>
                                    <a:gd name="connsiteX1" fmla="*/ 12678 w 3011175"/>
                                    <a:gd name="connsiteY1" fmla="*/ 481921 h 481947"/>
                                    <a:gd name="connsiteX2" fmla="*/ 12678 w 3011175"/>
                                    <a:gd name="connsiteY2" fmla="*/ 12656 h 481947"/>
                                    <a:gd name="connsiteX3" fmla="*/ 3011149 w 3011175"/>
                                    <a:gd name="connsiteY3" fmla="*/ 12656 h 481947"/>
                                    <a:gd name="connsiteX4" fmla="*/ 2845979 w 3011175"/>
                                    <a:gd name="connsiteY4" fmla="*/ 246020 h 481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11175" h="481947">
                                      <a:moveTo>
                                        <a:pt x="3011149" y="481921"/>
                                      </a:moveTo>
                                      <a:lnTo>
                                        <a:pt x="12678" y="481921"/>
                                      </a:lnTo>
                                      <a:lnTo>
                                        <a:pt x="12678" y="12656"/>
                                      </a:lnTo>
                                      <a:lnTo>
                                        <a:pt x="3011149" y="12656"/>
                                      </a:lnTo>
                                      <a:lnTo>
                                        <a:pt x="2845979" y="2460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/>
                                </a:solidFill>
                                <a:ln w="1267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Rectangle 39" descr="Yellow rectangle"/>
                              <wps:cNvSpPr/>
                              <wps:spPr>
                                <a:xfrm>
                                  <a:off x="0" y="9507"/>
                                  <a:ext cx="1975880" cy="471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sdt>
                                    <w:sdtPr>
                                      <w:id w:val="-201776249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p w14:paraId="32C28439" w14:textId="77777777" w:rsidR="00604E3C" w:rsidRPr="001D2777" w:rsidRDefault="001D2777" w:rsidP="004666BD">
                                        <w:pPr>
                                          <w:pStyle w:val="Heading2"/>
                                        </w:pPr>
                                        <w:r w:rsidRPr="001D2777">
                                          <w:t>Appetizers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0E69BA" id="Group 9" o:spid="_x0000_s1030" style="width:237pt;height:38pt;mso-position-horizontal-relative:char;mso-position-vertical-relative:line" coordsize="30111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">
                      <v:shape id="Graphic 30" o:spid="_x0000_s1031" alt="Ribbon" style="position:absolute;width:30111;height:4813;visibility:visible;mso-wrap-style:square;v-text-anchor:middle" coordsize="3011175,48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" path="m3011149,481921r-2998471,l12678,12656r2998471,l2845979,246020r165170,235901xe" fillcolor="#f7931e [3214]" stroked="f" strokeweight=".35203mm">
                        <v:stroke joinstyle="miter"/>
                        <v:path arrowok="t" o:connecttype="custom" o:connectlocs="3011144,481304;12678,481304;12678,12640;3011144,12640;2845974,245705" o:connectangles="0,0,0,0,0"/>
                      </v:shape>
                      <v:rect id="Rectangle 39" o:spid="_x0000_s1032" alt="Yellow rectangle" style="position:absolute;top:95;width:19758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" fillcolor="#fcee21 [3204]" stroked="f" strokeweight="1pt">
                        <v:textbox inset="0">
                          <w:txbxContent>
                            <w:sdt>
                              <w:sdtPr>
                                <w:id w:val="-2017762494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32C28439" w14:textId="77777777" w:rsidR="00604E3C" w:rsidRPr="001D2777" w:rsidRDefault="001D2777" w:rsidP="004666BD">
                                  <w:pPr>
                                    <w:pStyle w:val="Heading2"/>
                                  </w:pPr>
                                  <w:r w:rsidRPr="001D2777">
                                    <w:t>Appetizers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1" w:type="pct"/>
          </w:tcPr>
          <w:p w14:paraId="748B9DC1" w14:textId="77777777" w:rsidR="007627EB" w:rsidRPr="000E4DE6" w:rsidRDefault="00604E3C" w:rsidP="000E4DE6">
            <w:pPr>
              <w:ind w:left="0"/>
            </w:pPr>
            <w:r w:rsidRPr="000E4DE6">
              <w:rPr>
                <w:noProof/>
              </w:rPr>
              <mc:AlternateContent>
                <mc:Choice Requires="wpg">
                  <w:drawing>
                    <wp:inline distT="0" distB="0" distL="0" distR="0" wp14:anchorId="35413C27" wp14:editId="22AD644F">
                      <wp:extent cx="3011170" cy="481330"/>
                      <wp:effectExtent l="0" t="0" r="0" b="0"/>
                      <wp:docPr id="11" name="Group 1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1170" cy="481330"/>
                                <a:chOff x="0" y="0"/>
                                <a:chExt cx="3011170" cy="481330"/>
                              </a:xfrm>
                            </wpg:grpSpPr>
                            <wps:wsp>
                              <wps:cNvPr id="12" name="Graphic 30" descr="Ribbon"/>
                              <wps:cNvSpPr/>
                              <wps:spPr>
                                <a:xfrm>
                                  <a:off x="0" y="0"/>
                                  <a:ext cx="3011170" cy="481330"/>
                                </a:xfrm>
                                <a:custGeom>
                                  <a:avLst/>
                                  <a:gdLst>
                                    <a:gd name="connsiteX0" fmla="*/ 3011149 w 3011175"/>
                                    <a:gd name="connsiteY0" fmla="*/ 481921 h 481947"/>
                                    <a:gd name="connsiteX1" fmla="*/ 12678 w 3011175"/>
                                    <a:gd name="connsiteY1" fmla="*/ 481921 h 481947"/>
                                    <a:gd name="connsiteX2" fmla="*/ 12678 w 3011175"/>
                                    <a:gd name="connsiteY2" fmla="*/ 12656 h 481947"/>
                                    <a:gd name="connsiteX3" fmla="*/ 3011149 w 3011175"/>
                                    <a:gd name="connsiteY3" fmla="*/ 12656 h 481947"/>
                                    <a:gd name="connsiteX4" fmla="*/ 2845979 w 3011175"/>
                                    <a:gd name="connsiteY4" fmla="*/ 246020 h 481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11175" h="481947">
                                      <a:moveTo>
                                        <a:pt x="3011149" y="481921"/>
                                      </a:moveTo>
                                      <a:lnTo>
                                        <a:pt x="12678" y="481921"/>
                                      </a:lnTo>
                                      <a:lnTo>
                                        <a:pt x="12678" y="12656"/>
                                      </a:lnTo>
                                      <a:lnTo>
                                        <a:pt x="3011149" y="12656"/>
                                      </a:lnTo>
                                      <a:lnTo>
                                        <a:pt x="2845979" y="2460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/>
                                </a:solidFill>
                                <a:ln w="1267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 descr="Yellow rectangle"/>
                              <wps:cNvSpPr/>
                              <wps:spPr>
                                <a:xfrm>
                                  <a:off x="0" y="9525"/>
                                  <a:ext cx="2295525" cy="471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sdt>
                                    <w:sdtPr>
                                      <w:id w:val="683178747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p w14:paraId="105FEADF" w14:textId="77777777" w:rsidR="00604E3C" w:rsidRPr="001D2777" w:rsidRDefault="001D2777" w:rsidP="00604E3C">
                                        <w:pPr>
                                          <w:pStyle w:val="Heading2"/>
                                        </w:pPr>
                                        <w:r w:rsidRPr="001D2777">
                                          <w:t>Grill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413C27" id="Group 11" o:spid="_x0000_s1033" style="width:237.1pt;height:37.9pt;mso-position-horizontal-relative:char;mso-position-vertical-relative:line" coordsize="30111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">
                      <v:shape id="Graphic 30" o:spid="_x0000_s1034" alt="Ribbon" style="position:absolute;width:30111;height:4813;visibility:visible;mso-wrap-style:square;v-text-anchor:middle" coordsize="3011175,48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" path="m3011149,481921r-2998471,l12678,12656r2998471,l2845979,246020r165170,235901xe" fillcolor="#f7931e [3214]" stroked="f" strokeweight=".35203mm">
                        <v:stroke joinstyle="miter"/>
                        <v:path arrowok="t" o:connecttype="custom" o:connectlocs="3011144,481304;12678,481304;12678,12640;3011144,12640;2845974,245705" o:connectangles="0,0,0,0,0"/>
                      </v:shape>
                      <v:rect id="Rectangle 14" o:spid="_x0000_s1035" alt="Yellow rectangle" style="position:absolute;top:95;width:22955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" fillcolor="#fcee21 [3204]" stroked="f" strokeweight="1pt">
                        <v:textbox inset="0">
                          <w:txbxContent>
                            <w:sdt>
                              <w:sdtPr>
                                <w:id w:val="683178747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105FEADF" w14:textId="77777777" w:rsidR="00604E3C" w:rsidRPr="001D2777" w:rsidRDefault="001D2777" w:rsidP="00604E3C">
                                  <w:pPr>
                                    <w:pStyle w:val="Heading2"/>
                                  </w:pPr>
                                  <w:r w:rsidRPr="001D2777">
                                    <w:t>Grill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0E4DE6" w:rsidRPr="00003CBB" w14:paraId="433C6746" w14:textId="77777777" w:rsidTr="007869BD">
        <w:tc>
          <w:tcPr>
            <w:tcW w:w="2499" w:type="pct"/>
          </w:tcPr>
          <w:p w14:paraId="6AEB6A46" w14:textId="77777777" w:rsidR="00C571AB" w:rsidRPr="00003CBB" w:rsidRDefault="005626F2" w:rsidP="00DD500B">
            <w:pPr>
              <w:pStyle w:val="Heading3"/>
            </w:pPr>
            <w:sdt>
              <w:sdtPr>
                <w:id w:val="-454015908"/>
                <w:placeholder>
                  <w:docPart w:val="D65F7EF411C7464290380DEA91328583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Appetizer 1</w:t>
                </w:r>
              </w:sdtContent>
            </w:sdt>
          </w:p>
          <w:p w14:paraId="6458E448" w14:textId="77777777" w:rsidR="00C571AB" w:rsidRDefault="005626F2" w:rsidP="00003CBB">
            <w:sdt>
              <w:sdtPr>
                <w:id w:val="1042935026"/>
                <w:placeholder>
                  <w:docPart w:val="8A5955C4BE9A47BEB3889A43D0E38393"/>
                </w:placeholder>
                <w:temporary/>
                <w:showingPlcHdr/>
                <w15:appearance w15:val="hidden"/>
              </w:sdtPr>
              <w:sdtEndPr/>
              <w:sdtContent>
                <w:r w:rsidR="008101A0" w:rsidRPr="001D2777">
                  <w:t xml:space="preserve">Description of </w:t>
                </w:r>
                <w:r w:rsidR="001D2777">
                  <w:t>appetizer</w:t>
                </w:r>
              </w:sdtContent>
            </w:sdt>
          </w:p>
          <w:p w14:paraId="413A8AE1" w14:textId="77777777" w:rsidR="008101A0" w:rsidRPr="00003CBB" w:rsidRDefault="005626F2" w:rsidP="008101A0">
            <w:pPr>
              <w:pStyle w:val="Heading3"/>
            </w:pPr>
            <w:sdt>
              <w:sdtPr>
                <w:id w:val="-1424184757"/>
                <w:placeholder>
                  <w:docPart w:val="5FBC095B762A4D869E533FB990872DE9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Appetizer 2</w:t>
                </w:r>
              </w:sdtContent>
            </w:sdt>
          </w:p>
          <w:p w14:paraId="7DEEA2B7" w14:textId="77777777" w:rsidR="00DD500B" w:rsidRPr="00003CBB" w:rsidRDefault="005626F2" w:rsidP="008101A0">
            <w:sdt>
              <w:sdtPr>
                <w:id w:val="1504789243"/>
                <w:placeholder>
                  <w:docPart w:val="5FBC095B762A4D869E533FB990872DE9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Appetizer 2</w:t>
                </w:r>
              </w:sdtContent>
            </w:sdt>
          </w:p>
        </w:tc>
        <w:tc>
          <w:tcPr>
            <w:tcW w:w="2501" w:type="pct"/>
          </w:tcPr>
          <w:p w14:paraId="46E54389" w14:textId="77777777" w:rsidR="008101A0" w:rsidRPr="00003CBB" w:rsidRDefault="005626F2" w:rsidP="008101A0">
            <w:pPr>
              <w:pStyle w:val="Heading3"/>
            </w:pPr>
            <w:sdt>
              <w:sdtPr>
                <w:id w:val="-1289507903"/>
                <w:placeholder>
                  <w:docPart w:val="5C64CD7C106844858950A64A25ACEE12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Grill Item 1</w:t>
                </w:r>
              </w:sdtContent>
            </w:sdt>
          </w:p>
          <w:p w14:paraId="645CBEC0" w14:textId="77777777" w:rsidR="008101A0" w:rsidRDefault="005626F2" w:rsidP="008101A0">
            <w:sdt>
              <w:sdtPr>
                <w:id w:val="1542019668"/>
                <w:placeholder>
                  <w:docPart w:val="5C64CD7C106844858950A64A25ACEE12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Grill Item 1</w:t>
                </w:r>
              </w:sdtContent>
            </w:sdt>
          </w:p>
          <w:p w14:paraId="550EBFBD" w14:textId="77777777" w:rsidR="008101A0" w:rsidRPr="00003CBB" w:rsidRDefault="005626F2" w:rsidP="008101A0">
            <w:pPr>
              <w:pStyle w:val="Heading3"/>
            </w:pPr>
            <w:sdt>
              <w:sdtPr>
                <w:id w:val="161436637"/>
                <w:placeholder>
                  <w:docPart w:val="3E43F89B6FB149BDA54DFDEE8A876F28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Grill Item 2</w:t>
                </w:r>
              </w:sdtContent>
            </w:sdt>
          </w:p>
          <w:p w14:paraId="31DE9665" w14:textId="77777777" w:rsidR="00DD500B" w:rsidRPr="00003CBB" w:rsidRDefault="005626F2" w:rsidP="008101A0">
            <w:sdt>
              <w:sdtPr>
                <w:id w:val="-1663000240"/>
                <w:placeholder>
                  <w:docPart w:val="3E43F89B6FB149BDA54DFDEE8A876F28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Grill Item 2</w:t>
                </w:r>
              </w:sdtContent>
            </w:sdt>
          </w:p>
        </w:tc>
      </w:tr>
      <w:tr w:rsidR="00373368" w:rsidRPr="00003CBB" w14:paraId="74915C24" w14:textId="77777777" w:rsidTr="007869BD">
        <w:trPr>
          <w:trHeight w:val="567"/>
        </w:trPr>
        <w:tc>
          <w:tcPr>
            <w:tcW w:w="2499" w:type="pct"/>
          </w:tcPr>
          <w:p w14:paraId="7F52C650" w14:textId="77777777" w:rsidR="00373368" w:rsidRPr="00003CBB" w:rsidRDefault="00373368" w:rsidP="00003CBB"/>
        </w:tc>
        <w:tc>
          <w:tcPr>
            <w:tcW w:w="2501" w:type="pct"/>
          </w:tcPr>
          <w:p w14:paraId="258EDBC2" w14:textId="77777777" w:rsidR="00373368" w:rsidRPr="00003CBB" w:rsidRDefault="00373368" w:rsidP="00003CBB"/>
        </w:tc>
      </w:tr>
      <w:tr w:rsidR="00003CBB" w:rsidRPr="000E4DE6" w14:paraId="59225792" w14:textId="77777777" w:rsidTr="007869BD">
        <w:tc>
          <w:tcPr>
            <w:tcW w:w="2499" w:type="pct"/>
          </w:tcPr>
          <w:p w14:paraId="0788D9E7" w14:textId="77777777" w:rsidR="00003CBB" w:rsidRPr="000E4DE6" w:rsidRDefault="00003CBB" w:rsidP="004A73AB">
            <w:pPr>
              <w:ind w:left="0"/>
            </w:pPr>
            <w:r w:rsidRPr="000E4DE6">
              <w:rPr>
                <w:noProof/>
              </w:rPr>
              <mc:AlternateContent>
                <mc:Choice Requires="wpg">
                  <w:drawing>
                    <wp:inline distT="0" distB="0" distL="0" distR="0" wp14:anchorId="70EDFC42" wp14:editId="74F35218">
                      <wp:extent cx="3009600" cy="482400"/>
                      <wp:effectExtent l="0" t="0" r="635" b="0"/>
                      <wp:docPr id="61" name="Group 6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600" cy="482400"/>
                                <a:chOff x="0" y="0"/>
                                <a:chExt cx="3011170" cy="481330"/>
                              </a:xfrm>
                            </wpg:grpSpPr>
                            <wps:wsp>
                              <wps:cNvPr id="62" name="Graphic 30" descr="Ribbon"/>
                              <wps:cNvSpPr/>
                              <wps:spPr>
                                <a:xfrm>
                                  <a:off x="0" y="0"/>
                                  <a:ext cx="3011170" cy="481330"/>
                                </a:xfrm>
                                <a:custGeom>
                                  <a:avLst/>
                                  <a:gdLst>
                                    <a:gd name="connsiteX0" fmla="*/ 3011149 w 3011175"/>
                                    <a:gd name="connsiteY0" fmla="*/ 481921 h 481947"/>
                                    <a:gd name="connsiteX1" fmla="*/ 12678 w 3011175"/>
                                    <a:gd name="connsiteY1" fmla="*/ 481921 h 481947"/>
                                    <a:gd name="connsiteX2" fmla="*/ 12678 w 3011175"/>
                                    <a:gd name="connsiteY2" fmla="*/ 12656 h 481947"/>
                                    <a:gd name="connsiteX3" fmla="*/ 3011149 w 3011175"/>
                                    <a:gd name="connsiteY3" fmla="*/ 12656 h 481947"/>
                                    <a:gd name="connsiteX4" fmla="*/ 2845979 w 3011175"/>
                                    <a:gd name="connsiteY4" fmla="*/ 246020 h 481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11175" h="481947">
                                      <a:moveTo>
                                        <a:pt x="3011149" y="481921"/>
                                      </a:moveTo>
                                      <a:lnTo>
                                        <a:pt x="12678" y="481921"/>
                                      </a:lnTo>
                                      <a:lnTo>
                                        <a:pt x="12678" y="12656"/>
                                      </a:lnTo>
                                      <a:lnTo>
                                        <a:pt x="3011149" y="12656"/>
                                      </a:lnTo>
                                      <a:lnTo>
                                        <a:pt x="2845979" y="2460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/>
                                </a:solidFill>
                                <a:ln w="1267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Rectangle 63" descr="Yellow rectangle"/>
                              <wps:cNvSpPr/>
                              <wps:spPr>
                                <a:xfrm>
                                  <a:off x="0" y="9507"/>
                                  <a:ext cx="1823401" cy="471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sdt>
                                    <w:sdtPr>
                                      <w:id w:val="1340428849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p w14:paraId="15DADC46" w14:textId="77777777" w:rsidR="00003CBB" w:rsidRPr="001D2777" w:rsidRDefault="001D2777" w:rsidP="00003CBB">
                                        <w:pPr>
                                          <w:pStyle w:val="Heading2"/>
                                        </w:pPr>
                                        <w:r w:rsidRPr="001D2777">
                                          <w:t>Desserts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EDFC42" id="Group 61" o:spid="_x0000_s1036" style="width:237pt;height:38pt;mso-position-horizontal-relative:char;mso-position-vertical-relative:line" coordsize="30111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">
                      <v:shape id="Graphic 30" o:spid="_x0000_s1037" alt="Ribbon" style="position:absolute;width:30111;height:4813;visibility:visible;mso-wrap-style:square;v-text-anchor:middle" coordsize="3011175,48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" path="m3011149,481921r-2998471,l12678,12656r2998471,l2845979,246020r165170,235901xe" fillcolor="#f7931e [3214]" stroked="f" strokeweight=".35203mm">
                        <v:stroke joinstyle="miter"/>
                        <v:path arrowok="t" o:connecttype="custom" o:connectlocs="3011144,481304;12678,481304;12678,12640;3011144,12640;2845974,245705" o:connectangles="0,0,0,0,0"/>
                      </v:shape>
                      <v:rect id="Rectangle 63" o:spid="_x0000_s1038" alt="Yellow rectangle" style="position:absolute;top:95;width:18234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" fillcolor="#fcee21 [3204]" stroked="f" strokeweight="1pt">
                        <v:textbox inset="0">
                          <w:txbxContent>
                            <w:sdt>
                              <w:sdtPr>
                                <w:id w:val="1340428849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15DADC46" w14:textId="77777777" w:rsidR="00003CBB" w:rsidRPr="001D2777" w:rsidRDefault="001D2777" w:rsidP="00003CBB">
                                  <w:pPr>
                                    <w:pStyle w:val="Heading2"/>
                                  </w:pPr>
                                  <w:r w:rsidRPr="001D2777">
                                    <w:t>Desserts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1" w:type="pct"/>
          </w:tcPr>
          <w:p w14:paraId="281C1A1B" w14:textId="77777777" w:rsidR="00003CBB" w:rsidRPr="000E4DE6" w:rsidRDefault="00003CBB" w:rsidP="004A73AB">
            <w:pPr>
              <w:ind w:left="0"/>
            </w:pPr>
            <w:r w:rsidRPr="000E4DE6">
              <w:rPr>
                <w:noProof/>
              </w:rPr>
              <mc:AlternateContent>
                <mc:Choice Requires="wpg">
                  <w:drawing>
                    <wp:inline distT="0" distB="0" distL="0" distR="0" wp14:anchorId="35A14A58" wp14:editId="07ADF3E7">
                      <wp:extent cx="3011170" cy="481330"/>
                      <wp:effectExtent l="0" t="0" r="0" b="0"/>
                      <wp:docPr id="64" name="Group 6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1170" cy="481330"/>
                                <a:chOff x="0" y="0"/>
                                <a:chExt cx="3011170" cy="481330"/>
                              </a:xfrm>
                            </wpg:grpSpPr>
                            <wps:wsp>
                              <wps:cNvPr id="65" name="Graphic 30" descr="Ribbon"/>
                              <wps:cNvSpPr/>
                              <wps:spPr>
                                <a:xfrm>
                                  <a:off x="0" y="0"/>
                                  <a:ext cx="3011170" cy="481330"/>
                                </a:xfrm>
                                <a:custGeom>
                                  <a:avLst/>
                                  <a:gdLst>
                                    <a:gd name="connsiteX0" fmla="*/ 3011149 w 3011175"/>
                                    <a:gd name="connsiteY0" fmla="*/ 481921 h 481947"/>
                                    <a:gd name="connsiteX1" fmla="*/ 12678 w 3011175"/>
                                    <a:gd name="connsiteY1" fmla="*/ 481921 h 481947"/>
                                    <a:gd name="connsiteX2" fmla="*/ 12678 w 3011175"/>
                                    <a:gd name="connsiteY2" fmla="*/ 12656 h 481947"/>
                                    <a:gd name="connsiteX3" fmla="*/ 3011149 w 3011175"/>
                                    <a:gd name="connsiteY3" fmla="*/ 12656 h 481947"/>
                                    <a:gd name="connsiteX4" fmla="*/ 2845979 w 3011175"/>
                                    <a:gd name="connsiteY4" fmla="*/ 246020 h 481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11175" h="481947">
                                      <a:moveTo>
                                        <a:pt x="3011149" y="481921"/>
                                      </a:moveTo>
                                      <a:lnTo>
                                        <a:pt x="12678" y="481921"/>
                                      </a:lnTo>
                                      <a:lnTo>
                                        <a:pt x="12678" y="12656"/>
                                      </a:lnTo>
                                      <a:lnTo>
                                        <a:pt x="3011149" y="12656"/>
                                      </a:lnTo>
                                      <a:lnTo>
                                        <a:pt x="2845979" y="2460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/>
                                </a:solidFill>
                                <a:ln w="1267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Rectangle 66" descr="Yellow rectangle"/>
                              <wps:cNvSpPr/>
                              <wps:spPr>
                                <a:xfrm>
                                  <a:off x="0" y="9525"/>
                                  <a:ext cx="2295525" cy="471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sdt>
                                    <w:sdtPr>
                                      <w:id w:val="211416530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p w14:paraId="45214067" w14:textId="77777777" w:rsidR="00003CBB" w:rsidRPr="001D2777" w:rsidRDefault="004666BD" w:rsidP="00003CBB">
                                        <w:pPr>
                                          <w:pStyle w:val="Heading2"/>
                                        </w:pPr>
                                        <w:r w:rsidRPr="001D2777">
                                          <w:t>Drinks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A14A58" id="Group 64" o:spid="_x0000_s1039" style="width:237.1pt;height:37.9pt;mso-position-horizontal-relative:char;mso-position-vertical-relative:line" coordsize="30111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">
                      <v:shape id="Graphic 30" o:spid="_x0000_s1040" alt="Ribbon" style="position:absolute;width:30111;height:4813;visibility:visible;mso-wrap-style:square;v-text-anchor:middle" coordsize="3011175,481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" path="m3011149,481921r-2998471,l12678,12656r2998471,l2845979,246020r165170,235901xe" fillcolor="#f7931e [3214]" stroked="f" strokeweight=".35203mm">
                        <v:stroke joinstyle="miter"/>
                        <v:path arrowok="t" o:connecttype="custom" o:connectlocs="3011144,481304;12678,481304;12678,12640;3011144,12640;2845974,245705" o:connectangles="0,0,0,0,0"/>
                      </v:shape>
                      <v:rect id="Rectangle 66" o:spid="_x0000_s1041" alt="Yellow rectangle" style="position:absolute;top:95;width:22955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" fillcolor="#fcee21 [3204]" stroked="f" strokeweight="1pt">
                        <v:textbox inset="0">
                          <w:txbxContent>
                            <w:sdt>
                              <w:sdtPr>
                                <w:id w:val="2114165304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p w14:paraId="45214067" w14:textId="77777777" w:rsidR="00003CBB" w:rsidRPr="001D2777" w:rsidRDefault="004666BD" w:rsidP="00003CBB">
                                  <w:pPr>
                                    <w:pStyle w:val="Heading2"/>
                                  </w:pPr>
                                  <w:r w:rsidRPr="001D2777">
                                    <w:t>Drinks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0E4DE6" w:rsidRPr="00003CBB" w14:paraId="77F592FD" w14:textId="77777777" w:rsidTr="007869BD">
        <w:trPr>
          <w:trHeight w:val="737"/>
        </w:trPr>
        <w:tc>
          <w:tcPr>
            <w:tcW w:w="2499" w:type="pct"/>
          </w:tcPr>
          <w:p w14:paraId="15866D1C" w14:textId="77777777" w:rsidR="008101A0" w:rsidRPr="00003CBB" w:rsidRDefault="005626F2" w:rsidP="008101A0">
            <w:pPr>
              <w:pStyle w:val="Heading3"/>
            </w:pPr>
            <w:sdt>
              <w:sdtPr>
                <w:id w:val="-1737226562"/>
                <w:placeholder>
                  <w:docPart w:val="C5EB444054234205BCCC73911A153219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Dessert 1</w:t>
                </w:r>
              </w:sdtContent>
            </w:sdt>
          </w:p>
          <w:p w14:paraId="61148251" w14:textId="77777777" w:rsidR="008101A0" w:rsidRDefault="005626F2" w:rsidP="008101A0">
            <w:sdt>
              <w:sdtPr>
                <w:id w:val="-155003398"/>
                <w:placeholder>
                  <w:docPart w:val="C5EB444054234205BCCC73911A153219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Dessert 1</w:t>
                </w:r>
              </w:sdtContent>
            </w:sdt>
          </w:p>
          <w:p w14:paraId="6AD851A3" w14:textId="77777777" w:rsidR="008101A0" w:rsidRPr="00003CBB" w:rsidRDefault="005626F2" w:rsidP="008101A0">
            <w:pPr>
              <w:pStyle w:val="Heading3"/>
            </w:pPr>
            <w:sdt>
              <w:sdtPr>
                <w:id w:val="-1824270235"/>
                <w:placeholder>
                  <w:docPart w:val="07A4F61636F7491BB5C9E52254342A0C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Dessert 2</w:t>
                </w:r>
              </w:sdtContent>
            </w:sdt>
          </w:p>
          <w:p w14:paraId="07C0CFDB" w14:textId="77777777" w:rsidR="00DD500B" w:rsidRPr="00003CBB" w:rsidRDefault="005626F2" w:rsidP="008101A0">
            <w:sdt>
              <w:sdtPr>
                <w:id w:val="-1239544846"/>
                <w:placeholder>
                  <w:docPart w:val="07A4F61636F7491BB5C9E52254342A0C"/>
                </w:placeholder>
                <w:temporary/>
                <w:showingPlcHdr/>
                <w15:appearance w15:val="hidden"/>
              </w:sdtPr>
              <w:sdtEndPr/>
              <w:sdtContent>
                <w:r w:rsidR="001D2777">
                  <w:t>Dessert 2</w:t>
                </w:r>
              </w:sdtContent>
            </w:sdt>
          </w:p>
        </w:tc>
        <w:tc>
          <w:tcPr>
            <w:tcW w:w="2501" w:type="pct"/>
          </w:tcPr>
          <w:p w14:paraId="0AF2BEEE" w14:textId="77777777" w:rsidR="008101A0" w:rsidRPr="00003CBB" w:rsidRDefault="005626F2" w:rsidP="008101A0">
            <w:pPr>
              <w:pStyle w:val="Heading3"/>
            </w:pPr>
            <w:sdt>
              <w:sdtPr>
                <w:id w:val="-1994938989"/>
                <w:placeholder>
                  <w:docPart w:val="20A0230A295C45A880D28F6E31E461A2"/>
                </w:placeholder>
                <w:temporary/>
                <w:showingPlcHdr/>
                <w15:appearance w15:val="hidden"/>
              </w:sdtPr>
              <w:sdtEndPr/>
              <w:sdtContent>
                <w:r w:rsidR="008101A0" w:rsidRPr="001D2777">
                  <w:t>Drink title</w:t>
                </w:r>
              </w:sdtContent>
            </w:sdt>
          </w:p>
          <w:p w14:paraId="1D93770C" w14:textId="77777777" w:rsidR="008101A0" w:rsidRDefault="005626F2" w:rsidP="008101A0">
            <w:sdt>
              <w:sdtPr>
                <w:id w:val="1219631630"/>
                <w:placeholder>
                  <w:docPart w:val="20A0230A295C45A880D28F6E31E461A2"/>
                </w:placeholder>
                <w:temporary/>
                <w:showingPlcHdr/>
                <w15:appearance w15:val="hidden"/>
              </w:sdtPr>
              <w:sdtEndPr/>
              <w:sdtContent>
                <w:r w:rsidR="001D2777" w:rsidRPr="001D2777">
                  <w:t>Drink title</w:t>
                </w:r>
              </w:sdtContent>
            </w:sdt>
          </w:p>
          <w:p w14:paraId="3D4ABEE2" w14:textId="77777777" w:rsidR="008101A0" w:rsidRPr="00003CBB" w:rsidRDefault="005626F2" w:rsidP="008101A0">
            <w:pPr>
              <w:pStyle w:val="Heading3"/>
            </w:pPr>
            <w:sdt>
              <w:sdtPr>
                <w:id w:val="267358765"/>
                <w:placeholder>
                  <w:docPart w:val="9221149F6CD44ED581C67180A4110FA0"/>
                </w:placeholder>
                <w:temporary/>
                <w:showingPlcHdr/>
                <w15:appearance w15:val="hidden"/>
              </w:sdtPr>
              <w:sdtEndPr/>
              <w:sdtContent>
                <w:r w:rsidR="008101A0" w:rsidRPr="001D2777">
                  <w:t>Drink title</w:t>
                </w:r>
              </w:sdtContent>
            </w:sdt>
          </w:p>
          <w:p w14:paraId="7789AE6D" w14:textId="77777777" w:rsidR="00DD500B" w:rsidRPr="00003CBB" w:rsidRDefault="005626F2" w:rsidP="008101A0">
            <w:sdt>
              <w:sdtPr>
                <w:id w:val="672540903"/>
                <w:placeholder>
                  <w:docPart w:val="9221149F6CD44ED581C67180A4110FA0"/>
                </w:placeholder>
                <w:temporary/>
                <w:showingPlcHdr/>
                <w15:appearance w15:val="hidden"/>
              </w:sdtPr>
              <w:sdtEndPr/>
              <w:sdtContent>
                <w:r w:rsidR="001D2777" w:rsidRPr="001D2777">
                  <w:t>Drink title</w:t>
                </w:r>
              </w:sdtContent>
            </w:sdt>
          </w:p>
        </w:tc>
      </w:tr>
    </w:tbl>
    <w:p w14:paraId="2314FCCE" w14:textId="77777777" w:rsidR="007627EB" w:rsidRPr="008077C2" w:rsidRDefault="007627EB" w:rsidP="00DD500B"/>
    <w:sectPr w:rsidR="007627EB" w:rsidRPr="008077C2" w:rsidSect="001D2777">
      <w:headerReference w:type="default" r:id="rId16"/>
      <w:footerReference w:type="default" r:id="rId17"/>
      <w:pgSz w:w="12240" w:h="15840" w:code="1"/>
      <w:pgMar w:top="964" w:right="964" w:bottom="964" w:left="964" w:header="357" w:footer="357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DFE02" w14:textId="77777777" w:rsidR="005626F2" w:rsidRDefault="005626F2" w:rsidP="007D2655">
      <w:r>
        <w:separator/>
      </w:r>
    </w:p>
  </w:endnote>
  <w:endnote w:type="continuationSeparator" w:id="0">
    <w:p w14:paraId="57EB4C15" w14:textId="77777777" w:rsidR="005626F2" w:rsidRDefault="005626F2" w:rsidP="007D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5296C" w14:textId="77777777" w:rsidR="00B229C2" w:rsidRPr="00C2373F" w:rsidRDefault="00A5765C">
    <w:pPr>
      <w:pStyle w:val="Footer"/>
    </w:pPr>
    <w:r>
      <w:rPr>
        <w:noProof/>
      </w:rPr>
      <w:drawing>
        <wp:anchor distT="0" distB="0" distL="114300" distR="114300" simplePos="0" relativeHeight="251590579" behindDoc="1" locked="0" layoutInCell="1" allowOverlap="1" wp14:anchorId="34F25D2E" wp14:editId="50ED6AED">
          <wp:simplePos x="0" y="0"/>
          <wp:positionH relativeFrom="column">
            <wp:posOffset>3284257</wp:posOffset>
          </wp:positionH>
          <wp:positionV relativeFrom="paragraph">
            <wp:posOffset>-3099435</wp:posOffset>
          </wp:positionV>
          <wp:extent cx="913765" cy="3542030"/>
          <wp:effectExtent l="0" t="0" r="635" b="1270"/>
          <wp:wrapNone/>
          <wp:docPr id="2" name="Graphic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hadow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3765" cy="3542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61879" behindDoc="1" locked="0" layoutInCell="1" allowOverlap="1" wp14:anchorId="3F2BEF4C" wp14:editId="1388115A">
          <wp:simplePos x="0" y="0"/>
          <wp:positionH relativeFrom="column">
            <wp:posOffset>3308948</wp:posOffset>
          </wp:positionH>
          <wp:positionV relativeFrom="paragraph">
            <wp:posOffset>-3098165</wp:posOffset>
          </wp:positionV>
          <wp:extent cx="859790" cy="999490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tube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790" cy="999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556754" behindDoc="1" locked="0" layoutInCell="1" allowOverlap="1" wp14:anchorId="660E5BE5" wp14:editId="4FE854DB">
          <wp:simplePos x="0" y="0"/>
          <wp:positionH relativeFrom="margin">
            <wp:posOffset>3416300</wp:posOffset>
          </wp:positionH>
          <wp:positionV relativeFrom="paragraph">
            <wp:posOffset>-2106295</wp:posOffset>
          </wp:positionV>
          <wp:extent cx="1601470" cy="316230"/>
          <wp:effectExtent l="0" t="0" r="0" b="7620"/>
          <wp:wrapNone/>
          <wp:docPr id="4" name="Graphic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white top 2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1470" cy="31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57779" behindDoc="1" locked="0" layoutInCell="1" allowOverlap="1" wp14:anchorId="1F0C2848" wp14:editId="30721A04">
          <wp:simplePos x="0" y="0"/>
          <wp:positionH relativeFrom="margin">
            <wp:posOffset>3273006</wp:posOffset>
          </wp:positionH>
          <wp:positionV relativeFrom="paragraph">
            <wp:posOffset>-1959610</wp:posOffset>
          </wp:positionV>
          <wp:extent cx="1871980" cy="246380"/>
          <wp:effectExtent l="0" t="0" r="0" b="1270"/>
          <wp:wrapNone/>
          <wp:docPr id="5" name="Graphic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white top-01.sv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246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FB66C8" w:rsidRPr="00C2373F">
      <w:rPr>
        <w:noProof/>
        <w:color w:val="FFFFFF" w:themeColor="text1"/>
        <w14:textFill>
          <w14:solidFill>
            <w14:schemeClr w14:val="tx1">
              <w14:alpha w14:val="70000"/>
            </w14:schemeClr>
          </w14:solidFill>
        </w14:textFill>
      </w:rPr>
      <w:drawing>
        <wp:anchor distT="0" distB="0" distL="114300" distR="114300" simplePos="0" relativeHeight="251720704" behindDoc="1" locked="0" layoutInCell="1" allowOverlap="1" wp14:anchorId="245CC659" wp14:editId="16321555">
          <wp:simplePos x="0" y="0"/>
          <wp:positionH relativeFrom="margin">
            <wp:posOffset>42545</wp:posOffset>
          </wp:positionH>
          <wp:positionV relativeFrom="paragraph">
            <wp:posOffset>-2493645</wp:posOffset>
          </wp:positionV>
          <wp:extent cx="3708000" cy="2964418"/>
          <wp:effectExtent l="0" t="0" r="6985" b="0"/>
          <wp:wrapNone/>
          <wp:docPr id="6" name="Graphic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age-light.svg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2964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6C8" w:rsidRPr="00C2373F">
      <w:rPr>
        <w:noProof/>
        <w:color w:val="FFFFFF" w:themeColor="text1"/>
        <w14:textFill>
          <w14:solidFill>
            <w14:schemeClr w14:val="tx1">
              <w14:alpha w14:val="70000"/>
            </w14:schemeClr>
          </w14:solidFill>
        </w14:textFill>
      </w:rPr>
      <w:drawing>
        <wp:anchor distT="0" distB="0" distL="114300" distR="114300" simplePos="0" relativeHeight="251719680" behindDoc="1" locked="0" layoutInCell="1" allowOverlap="1" wp14:anchorId="1A691EEB" wp14:editId="4DD3EA52">
          <wp:simplePos x="0" y="0"/>
          <wp:positionH relativeFrom="margin">
            <wp:posOffset>47625</wp:posOffset>
          </wp:positionH>
          <wp:positionV relativeFrom="paragraph">
            <wp:posOffset>-2504440</wp:posOffset>
          </wp:positionV>
          <wp:extent cx="3707765" cy="2954020"/>
          <wp:effectExtent l="0" t="0" r="6985" b="0"/>
          <wp:wrapNone/>
          <wp:docPr id="7" name="Graphic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age.svg"/>
                  <pic:cNvPicPr/>
                </pic:nvPicPr>
                <pic:blipFill rotWithShape="1"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2"/>
                      </a:ext>
                    </a:extLst>
                  </a:blip>
                  <a:srcRect l="-335" r="2"/>
                  <a:stretch/>
                </pic:blipFill>
                <pic:spPr bwMode="auto">
                  <a:xfrm>
                    <a:off x="0" y="0"/>
                    <a:ext cx="3707765" cy="2954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6C8" w:rsidRPr="00C2373F">
      <w:rPr>
        <w:noProof/>
        <w:color w:val="FFFFFF" w:themeColor="text1"/>
        <w14:textFill>
          <w14:solidFill>
            <w14:schemeClr w14:val="tx1">
              <w14:alpha w14:val="70000"/>
            </w14:schemeClr>
          </w14:solidFill>
        </w14:textFill>
      </w:rPr>
      <w:drawing>
        <wp:anchor distT="0" distB="0" distL="114300" distR="114300" simplePos="0" relativeHeight="251717632" behindDoc="1" locked="0" layoutInCell="1" allowOverlap="1" wp14:anchorId="55D13A88" wp14:editId="56BF5F14">
          <wp:simplePos x="0" y="0"/>
          <wp:positionH relativeFrom="margin">
            <wp:posOffset>51398</wp:posOffset>
          </wp:positionH>
          <wp:positionV relativeFrom="paragraph">
            <wp:posOffset>-2464435</wp:posOffset>
          </wp:positionV>
          <wp:extent cx="3708000" cy="2964418"/>
          <wp:effectExtent l="0" t="0" r="0" b="0"/>
          <wp:wrapNone/>
          <wp:docPr id="8" name="Graphic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helm-light.svg"/>
                  <pic:cNvPicPr/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2964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6C8">
      <w:rPr>
        <w:noProof/>
      </w:rPr>
      <w:drawing>
        <wp:anchor distT="0" distB="0" distL="114300" distR="114300" simplePos="0" relativeHeight="251718656" behindDoc="1" locked="0" layoutInCell="1" allowOverlap="1" wp14:anchorId="06AF5CC8" wp14:editId="10872852">
          <wp:simplePos x="0" y="0"/>
          <wp:positionH relativeFrom="margin">
            <wp:posOffset>51398</wp:posOffset>
          </wp:positionH>
          <wp:positionV relativeFrom="paragraph">
            <wp:posOffset>-2465070</wp:posOffset>
          </wp:positionV>
          <wp:extent cx="3708000" cy="2964418"/>
          <wp:effectExtent l="0" t="0" r="0" b="7620"/>
          <wp:wrapNone/>
          <wp:docPr id="10" name="Graphic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helm-shadow.svg"/>
                  <pic:cNvPicPr/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2964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6C8">
      <w:rPr>
        <w:noProof/>
      </w:rPr>
      <w:drawing>
        <wp:anchor distT="0" distB="0" distL="114300" distR="114300" simplePos="0" relativeHeight="251714560" behindDoc="1" locked="0" layoutInCell="1" allowOverlap="1" wp14:anchorId="2C228617" wp14:editId="437EF1F4">
          <wp:simplePos x="0" y="0"/>
          <wp:positionH relativeFrom="margin">
            <wp:posOffset>52668</wp:posOffset>
          </wp:positionH>
          <wp:positionV relativeFrom="paragraph">
            <wp:posOffset>-2465070</wp:posOffset>
          </wp:positionV>
          <wp:extent cx="3708000" cy="2964418"/>
          <wp:effectExtent l="0" t="0" r="0" b="7620"/>
          <wp:wrapNone/>
          <wp:docPr id="13" name="Graphic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helm.svg"/>
                  <pic:cNvPicPr/>
                </pic:nvPicPr>
                <pic:blipFill>
                  <a:blip r:embed="rId1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2964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4CBF">
      <w:rPr>
        <w:noProof/>
      </w:rPr>
      <w:drawing>
        <wp:anchor distT="0" distB="0" distL="114300" distR="114300" simplePos="0" relativeHeight="251707392" behindDoc="1" locked="0" layoutInCell="1" allowOverlap="1" wp14:anchorId="7814F00F" wp14:editId="564A6828">
          <wp:simplePos x="0" y="0"/>
          <wp:positionH relativeFrom="margin">
            <wp:posOffset>70485</wp:posOffset>
          </wp:positionH>
          <wp:positionV relativeFrom="paragraph">
            <wp:posOffset>-2503170</wp:posOffset>
          </wp:positionV>
          <wp:extent cx="3695065" cy="2964180"/>
          <wp:effectExtent l="0" t="0" r="0" b="0"/>
          <wp:wrapNone/>
          <wp:docPr id="15" name="Graphic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helm_dark.svg"/>
                  <pic:cNvPicPr/>
                </pic:nvPicPr>
                <pic:blipFill rotWithShape="1">
                  <a:blip r:embed="rId1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0"/>
                      </a:ext>
                    </a:extLst>
                  </a:blip>
                  <a:srcRect l="329"/>
                  <a:stretch/>
                </pic:blipFill>
                <pic:spPr bwMode="auto">
                  <a:xfrm>
                    <a:off x="0" y="0"/>
                    <a:ext cx="3695065" cy="29641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CC2">
      <w:rPr>
        <w:noProof/>
      </w:rPr>
      <w:drawing>
        <wp:anchor distT="0" distB="0" distL="114300" distR="114300" simplePos="0" relativeHeight="251699200" behindDoc="1" locked="0" layoutInCell="1" allowOverlap="1" wp14:anchorId="7F8AB858" wp14:editId="07CF04CE">
          <wp:simplePos x="0" y="0"/>
          <wp:positionH relativeFrom="column">
            <wp:posOffset>2426335</wp:posOffset>
          </wp:positionH>
          <wp:positionV relativeFrom="paragraph">
            <wp:posOffset>-982308</wp:posOffset>
          </wp:positionV>
          <wp:extent cx="1084580" cy="1429982"/>
          <wp:effectExtent l="0" t="0" r="1270" b="0"/>
          <wp:wrapNone/>
          <wp:docPr id="16" name="Graphic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hadow-01.svg"/>
                  <pic:cNvPicPr/>
                </pic:nvPicPr>
                <pic:blipFill>
                  <a:blip r:embed="rId2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1429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CC2">
      <w:rPr>
        <w:noProof/>
      </w:rPr>
      <w:drawing>
        <wp:anchor distT="0" distB="0" distL="114300" distR="114300" simplePos="0" relativeHeight="251678720" behindDoc="1" locked="0" layoutInCell="1" allowOverlap="1" wp14:anchorId="2BF7F7A1" wp14:editId="62E39615">
          <wp:simplePos x="0" y="0"/>
          <wp:positionH relativeFrom="margin">
            <wp:posOffset>2444750</wp:posOffset>
          </wp:positionH>
          <wp:positionV relativeFrom="paragraph">
            <wp:posOffset>-398145</wp:posOffset>
          </wp:positionV>
          <wp:extent cx="2159635" cy="622935"/>
          <wp:effectExtent l="0" t="0" r="0" b="5715"/>
          <wp:wrapNone/>
          <wp:docPr id="17" name="Graphic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BURGER-4-01.svg"/>
                  <pic:cNvPicPr/>
                </pic:nvPicPr>
                <pic:blipFill rotWithShape="1">
                  <a:blip r:embed="rId2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4"/>
                      </a:ext>
                    </a:extLst>
                  </a:blip>
                  <a:srcRect t="42210" b="15252"/>
                  <a:stretch/>
                </pic:blipFill>
                <pic:spPr bwMode="auto">
                  <a:xfrm>
                    <a:off x="0" y="0"/>
                    <a:ext cx="2159635" cy="622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D0CC2">
      <w:rPr>
        <w:noProof/>
      </w:rPr>
      <w:drawing>
        <wp:anchor distT="0" distB="0" distL="114300" distR="114300" simplePos="0" relativeHeight="251677696" behindDoc="1" locked="0" layoutInCell="1" allowOverlap="1" wp14:anchorId="50017F1E" wp14:editId="6476736B">
          <wp:simplePos x="0" y="0"/>
          <wp:positionH relativeFrom="column">
            <wp:posOffset>2830307</wp:posOffset>
          </wp:positionH>
          <wp:positionV relativeFrom="paragraph">
            <wp:posOffset>-953919</wp:posOffset>
          </wp:positionV>
          <wp:extent cx="1241612" cy="498475"/>
          <wp:effectExtent l="0" t="0" r="0" b="0"/>
          <wp:wrapNone/>
          <wp:docPr id="19" name="Graphic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BURGER-6-01.svg"/>
                  <pic:cNvPicPr/>
                </pic:nvPicPr>
                <pic:blipFill rotWithShape="1">
                  <a:blip r:embed="rId2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6"/>
                      </a:ext>
                    </a:extLst>
                  </a:blip>
                  <a:srcRect l="22001" r="20492" b="65966"/>
                  <a:stretch/>
                </pic:blipFill>
                <pic:spPr bwMode="auto">
                  <a:xfrm>
                    <a:off x="0" y="0"/>
                    <a:ext cx="1241612" cy="498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B052C">
      <w:rPr>
        <w:noProof/>
      </w:rPr>
      <w:drawing>
        <wp:anchor distT="0" distB="0" distL="114300" distR="114300" simplePos="0" relativeHeight="251676672" behindDoc="1" locked="0" layoutInCell="1" allowOverlap="1" wp14:anchorId="2F36C1B0" wp14:editId="62B15367">
          <wp:simplePos x="0" y="0"/>
          <wp:positionH relativeFrom="margin">
            <wp:posOffset>2416175</wp:posOffset>
          </wp:positionH>
          <wp:positionV relativeFrom="paragraph">
            <wp:posOffset>-442134</wp:posOffset>
          </wp:positionV>
          <wp:extent cx="2159000" cy="884555"/>
          <wp:effectExtent l="0" t="0" r="0" b="0"/>
          <wp:wrapNone/>
          <wp:docPr id="20" name="Graphic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BURGER-5-01.svg"/>
                  <pic:cNvPicPr/>
                </pic:nvPicPr>
                <pic:blipFill rotWithShape="1">
                  <a:blip r:embed="rId2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8"/>
                      </a:ext>
                    </a:extLst>
                  </a:blip>
                  <a:srcRect t="39269"/>
                  <a:stretch/>
                </pic:blipFill>
                <pic:spPr bwMode="auto">
                  <a:xfrm>
                    <a:off x="0" y="0"/>
                    <a:ext cx="2159000" cy="8845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B052C">
      <w:rPr>
        <w:noProof/>
      </w:rPr>
      <w:drawing>
        <wp:anchor distT="0" distB="0" distL="114300" distR="114300" simplePos="0" relativeHeight="251618254" behindDoc="1" locked="0" layoutInCell="1" allowOverlap="1" wp14:anchorId="47D987C9" wp14:editId="7F3AFD09">
          <wp:simplePos x="0" y="0"/>
          <wp:positionH relativeFrom="column">
            <wp:posOffset>2390949</wp:posOffset>
          </wp:positionH>
          <wp:positionV relativeFrom="paragraph">
            <wp:posOffset>-426085</wp:posOffset>
          </wp:positionV>
          <wp:extent cx="2158365" cy="675005"/>
          <wp:effectExtent l="0" t="0" r="0" b="0"/>
          <wp:wrapNone/>
          <wp:docPr id="22" name="Graphic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BURGER-3-01.svg"/>
                  <pic:cNvPicPr/>
                </pic:nvPicPr>
                <pic:blipFill rotWithShape="1">
                  <a:blip r:embed="rId2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0"/>
                      </a:ext>
                    </a:extLst>
                  </a:blip>
                  <a:srcRect t="40607" b="13268"/>
                  <a:stretch/>
                </pic:blipFill>
                <pic:spPr bwMode="auto">
                  <a:xfrm>
                    <a:off x="0" y="0"/>
                    <a:ext cx="2158365" cy="6750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B052C">
      <w:rPr>
        <w:noProof/>
      </w:rPr>
      <w:drawing>
        <wp:anchor distT="0" distB="0" distL="114300" distR="114300" simplePos="0" relativeHeight="251622354" behindDoc="1" locked="0" layoutInCell="1" allowOverlap="1" wp14:anchorId="150A4C5E" wp14:editId="47205CA2">
          <wp:simplePos x="0" y="0"/>
          <wp:positionH relativeFrom="column">
            <wp:posOffset>2420159</wp:posOffset>
          </wp:positionH>
          <wp:positionV relativeFrom="paragraph">
            <wp:posOffset>-466725</wp:posOffset>
          </wp:positionV>
          <wp:extent cx="2158365" cy="539115"/>
          <wp:effectExtent l="0" t="0" r="0" b="0"/>
          <wp:wrapNone/>
          <wp:docPr id="24" name="Graphic 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BURGER-2-01.svg"/>
                  <pic:cNvPicPr/>
                </pic:nvPicPr>
                <pic:blipFill rotWithShape="1">
                  <a:blip r:embed="rId3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2"/>
                      </a:ext>
                    </a:extLst>
                  </a:blip>
                  <a:srcRect t="37871" b="25319"/>
                  <a:stretch/>
                </pic:blipFill>
                <pic:spPr bwMode="auto">
                  <a:xfrm>
                    <a:off x="0" y="0"/>
                    <a:ext cx="2158365" cy="539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B052C">
      <w:rPr>
        <w:noProof/>
      </w:rPr>
      <w:drawing>
        <wp:anchor distT="0" distB="0" distL="114300" distR="114300" simplePos="0" relativeHeight="251617229" behindDoc="1" locked="0" layoutInCell="1" allowOverlap="1" wp14:anchorId="3F8E8C51" wp14:editId="5AA9D49E">
          <wp:simplePos x="0" y="0"/>
          <wp:positionH relativeFrom="margin">
            <wp:posOffset>2419985</wp:posOffset>
          </wp:positionH>
          <wp:positionV relativeFrom="paragraph">
            <wp:posOffset>-983441</wp:posOffset>
          </wp:positionV>
          <wp:extent cx="2159000" cy="1434465"/>
          <wp:effectExtent l="0" t="0" r="0" b="0"/>
          <wp:wrapNone/>
          <wp:docPr id="25" name="Graphic 2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BURGER-1-01.svg"/>
                  <pic:cNvPicPr/>
                </pic:nvPicPr>
                <pic:blipFill>
                  <a:blip r:embed="rId3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0" cy="143446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576229" behindDoc="1" locked="0" layoutInCell="1" allowOverlap="1" wp14:anchorId="404E9F65" wp14:editId="2345B20C">
          <wp:simplePos x="0" y="0"/>
          <wp:positionH relativeFrom="margin">
            <wp:posOffset>3725964</wp:posOffset>
          </wp:positionH>
          <wp:positionV relativeFrom="paragraph">
            <wp:posOffset>371475</wp:posOffset>
          </wp:positionV>
          <wp:extent cx="930275" cy="62865"/>
          <wp:effectExtent l="0" t="0" r="3175" b="0"/>
          <wp:wrapNone/>
          <wp:docPr id="27" name="Graphic 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bottom-01.svg"/>
                  <pic:cNvPicPr/>
                </pic:nvPicPr>
                <pic:blipFill>
                  <a:blip r:embed="rId3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0275" cy="62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698176" behindDoc="1" locked="0" layoutInCell="1" allowOverlap="1" wp14:anchorId="43CC2D5B" wp14:editId="0AF4E257">
          <wp:simplePos x="0" y="0"/>
          <wp:positionH relativeFrom="margin">
            <wp:posOffset>3426730</wp:posOffset>
          </wp:positionH>
          <wp:positionV relativeFrom="paragraph">
            <wp:posOffset>-1713865</wp:posOffset>
          </wp:positionV>
          <wp:extent cx="1552575" cy="208280"/>
          <wp:effectExtent l="0" t="0" r="9525" b="1270"/>
          <wp:wrapNone/>
          <wp:docPr id="28" name="Graphic 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shadow-02-01.svg"/>
                  <pic:cNvPicPr/>
                </pic:nvPicPr>
                <pic:blipFill>
                  <a:blip r:embed="rId3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208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7F29">
      <w:rPr>
        <w:noProof/>
      </w:rPr>
      <w:drawing>
        <wp:anchor distT="0" distB="0" distL="114300" distR="114300" simplePos="0" relativeHeight="251555729" behindDoc="1" locked="0" layoutInCell="1" allowOverlap="1" wp14:anchorId="6F9BD4C1" wp14:editId="483DF64F">
          <wp:simplePos x="0" y="0"/>
          <wp:positionH relativeFrom="margin">
            <wp:posOffset>3465195</wp:posOffset>
          </wp:positionH>
          <wp:positionV relativeFrom="paragraph">
            <wp:posOffset>-1840230</wp:posOffset>
          </wp:positionV>
          <wp:extent cx="1464945" cy="2216785"/>
          <wp:effectExtent l="0" t="0" r="1905" b="0"/>
          <wp:wrapNone/>
          <wp:docPr id="29" name="Graphic 2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white-01.svg"/>
                  <pic:cNvPicPr/>
                </pic:nvPicPr>
                <pic:blipFill>
                  <a:blip r:embed="rId3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4945" cy="221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554704" behindDoc="1" locked="0" layoutInCell="1" allowOverlap="1" wp14:anchorId="0C1F1AD4" wp14:editId="20550099">
          <wp:simplePos x="0" y="0"/>
          <wp:positionH relativeFrom="margin">
            <wp:posOffset>3440430</wp:posOffset>
          </wp:positionH>
          <wp:positionV relativeFrom="paragraph">
            <wp:posOffset>-1764030</wp:posOffset>
          </wp:positionV>
          <wp:extent cx="1515110" cy="2139315"/>
          <wp:effectExtent l="0" t="0" r="8890" b="0"/>
          <wp:wrapNone/>
          <wp:docPr id="30" name="Graphic 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red-01.svg"/>
                  <pic:cNvPicPr/>
                </pic:nvPicPr>
                <pic:blipFill>
                  <a:blip r:embed="rId4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110" cy="213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546504" behindDoc="1" locked="0" layoutInCell="1" allowOverlap="1" wp14:anchorId="7804AF4B" wp14:editId="66C5B58C">
          <wp:simplePos x="0" y="0"/>
          <wp:positionH relativeFrom="column">
            <wp:posOffset>4344176</wp:posOffset>
          </wp:positionH>
          <wp:positionV relativeFrom="paragraph">
            <wp:posOffset>-1241425</wp:posOffset>
          </wp:positionV>
          <wp:extent cx="2202815" cy="1684655"/>
          <wp:effectExtent l="0" t="0" r="6985" b="0"/>
          <wp:wrapNone/>
          <wp:docPr id="31" name="Graphic 3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FRIES-1-01.svg"/>
                  <pic:cNvPicPr/>
                </pic:nvPicPr>
                <pic:blipFill>
                  <a:blip r:embed="rId4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4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202815" cy="168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7F29">
      <w:rPr>
        <w:noProof/>
      </w:rPr>
      <w:drawing>
        <wp:anchor distT="0" distB="0" distL="114300" distR="114300" simplePos="0" relativeHeight="251547529" behindDoc="1" locked="0" layoutInCell="1" allowOverlap="1" wp14:anchorId="49D2ABE0" wp14:editId="32189F6B">
          <wp:simplePos x="0" y="0"/>
          <wp:positionH relativeFrom="column">
            <wp:posOffset>4345799</wp:posOffset>
          </wp:positionH>
          <wp:positionV relativeFrom="paragraph">
            <wp:posOffset>-1241425</wp:posOffset>
          </wp:positionV>
          <wp:extent cx="2202815" cy="1685290"/>
          <wp:effectExtent l="0" t="0" r="6985" b="0"/>
          <wp:wrapNone/>
          <wp:docPr id="32" name="Graphic 3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FRIES-2-01.svg"/>
                  <pic:cNvPicPr/>
                </pic:nvPicPr>
                <pic:blipFill>
                  <a:blip r:embed="rId4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6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202815" cy="168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548554" behindDoc="1" locked="0" layoutInCell="1" allowOverlap="1" wp14:anchorId="75A8AD0D" wp14:editId="6303BC1D">
          <wp:simplePos x="0" y="0"/>
          <wp:positionH relativeFrom="column">
            <wp:posOffset>4378184</wp:posOffset>
          </wp:positionH>
          <wp:positionV relativeFrom="paragraph">
            <wp:posOffset>-911860</wp:posOffset>
          </wp:positionV>
          <wp:extent cx="1481455" cy="1264920"/>
          <wp:effectExtent l="0" t="0" r="4445" b="0"/>
          <wp:wrapNone/>
          <wp:docPr id="33" name="Graphic 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red-01.svg"/>
                  <pic:cNvPicPr/>
                </pic:nvPicPr>
                <pic:blipFill>
                  <a:blip r:embed="rId4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8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481455" cy="1264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7F29">
      <w:rPr>
        <w:noProof/>
      </w:rPr>
      <w:drawing>
        <wp:anchor distT="0" distB="0" distL="114300" distR="114300" simplePos="0" relativeHeight="251549579" behindDoc="1" locked="0" layoutInCell="1" allowOverlap="1" wp14:anchorId="2154900F" wp14:editId="44275C07">
          <wp:simplePos x="0" y="0"/>
          <wp:positionH relativeFrom="column">
            <wp:posOffset>4388344</wp:posOffset>
          </wp:positionH>
          <wp:positionV relativeFrom="paragraph">
            <wp:posOffset>-1228090</wp:posOffset>
          </wp:positionV>
          <wp:extent cx="2159635" cy="1652270"/>
          <wp:effectExtent l="0" t="0" r="0" b="5080"/>
          <wp:wrapNone/>
          <wp:docPr id="34" name="Graphic 3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FRIES-3-01.svg"/>
                  <pic:cNvPicPr/>
                </pic:nvPicPr>
                <pic:blipFill>
                  <a:blip r:embed="rId4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159635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7F29">
      <w:rPr>
        <w:noProof/>
      </w:rPr>
      <w:drawing>
        <wp:anchor distT="0" distB="0" distL="114300" distR="114300" simplePos="0" relativeHeight="251550604" behindDoc="1" locked="0" layoutInCell="1" allowOverlap="1" wp14:anchorId="35024472" wp14:editId="3308A354">
          <wp:simplePos x="0" y="0"/>
          <wp:positionH relativeFrom="column">
            <wp:posOffset>4383899</wp:posOffset>
          </wp:positionH>
          <wp:positionV relativeFrom="paragraph">
            <wp:posOffset>-1208405</wp:posOffset>
          </wp:positionV>
          <wp:extent cx="2159635" cy="1652270"/>
          <wp:effectExtent l="0" t="0" r="0" b="5080"/>
          <wp:wrapNone/>
          <wp:docPr id="35" name="Graphic 3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FRIES-5-01.svg"/>
                  <pic:cNvPicPr/>
                </pic:nvPicPr>
                <pic:blipFill>
                  <a:blip r:embed="rId5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2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159635" cy="16522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8C332" w14:textId="77777777" w:rsidR="005626F2" w:rsidRDefault="005626F2" w:rsidP="007D2655">
      <w:r>
        <w:separator/>
      </w:r>
    </w:p>
  </w:footnote>
  <w:footnote w:type="continuationSeparator" w:id="0">
    <w:p w14:paraId="52A06B6C" w14:textId="77777777" w:rsidR="005626F2" w:rsidRDefault="005626F2" w:rsidP="007D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5447F" w14:textId="77777777" w:rsidR="007D2655" w:rsidRPr="004D0CC2" w:rsidRDefault="00C21CC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545479" behindDoc="1" locked="0" layoutInCell="1" allowOverlap="1" wp14:anchorId="1AC4ED07" wp14:editId="0FC5DE6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97800" cy="10067067"/>
              <wp:effectExtent l="0" t="0" r="0" b="0"/>
              <wp:wrapNone/>
              <wp:docPr id="53" name="Group 5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10067067"/>
                        <a:chOff x="0" y="0"/>
                        <a:chExt cx="7797800" cy="10067067"/>
                      </a:xfrm>
                    </wpg:grpSpPr>
                    <wps:wsp>
                      <wps:cNvPr id="18" name="Rectangle 7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9525" y="0"/>
                          <a:ext cx="7772400" cy="10067067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4">
                                <a:lumMod val="50000"/>
                              </a:schemeClr>
                            </a:gs>
                          </a:gsLst>
                          <a:lin ang="5400000" scaled="1"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1" descr="Star"/>
                      <wps:cNvSpPr/>
                      <wps:spPr>
                        <a:xfrm>
                          <a:off x="0" y="4610100"/>
                          <a:ext cx="7797800" cy="5448300"/>
                        </a:xfrm>
                        <a:custGeom>
                          <a:avLst/>
                          <a:gdLst>
                            <a:gd name="connsiteX0" fmla="*/ 12700 w 7797800"/>
                            <a:gd name="connsiteY0" fmla="*/ 5445760 h 5448300"/>
                            <a:gd name="connsiteX1" fmla="*/ 12700 w 7797800"/>
                            <a:gd name="connsiteY1" fmla="*/ 5281930 h 5448300"/>
                            <a:gd name="connsiteX2" fmla="*/ 1182370 w 7797800"/>
                            <a:gd name="connsiteY2" fmla="*/ 5160010 h 5448300"/>
                            <a:gd name="connsiteX3" fmla="*/ 12700 w 7797800"/>
                            <a:gd name="connsiteY3" fmla="*/ 4781550 h 5448300"/>
                            <a:gd name="connsiteX4" fmla="*/ 12700 w 7797800"/>
                            <a:gd name="connsiteY4" fmla="*/ 4465320 h 5448300"/>
                            <a:gd name="connsiteX5" fmla="*/ 1301750 w 7797800"/>
                            <a:gd name="connsiteY5" fmla="*/ 4602480 h 5448300"/>
                            <a:gd name="connsiteX6" fmla="*/ 12700 w 7797800"/>
                            <a:gd name="connsiteY6" fmla="*/ 3859530 h 5448300"/>
                            <a:gd name="connsiteX7" fmla="*/ 12700 w 7797800"/>
                            <a:gd name="connsiteY7" fmla="*/ 3583940 h 5448300"/>
                            <a:gd name="connsiteX8" fmla="*/ 1534160 w 7797800"/>
                            <a:gd name="connsiteY8" fmla="*/ 4080510 h 5448300"/>
                            <a:gd name="connsiteX9" fmla="*/ 12700 w 7797800"/>
                            <a:gd name="connsiteY9" fmla="*/ 2713990 h 5448300"/>
                            <a:gd name="connsiteX10" fmla="*/ 12700 w 7797800"/>
                            <a:gd name="connsiteY10" fmla="*/ 2543810 h 5448300"/>
                            <a:gd name="connsiteX11" fmla="*/ 1869440 w 7797800"/>
                            <a:gd name="connsiteY11" fmla="*/ 3618230 h 5448300"/>
                            <a:gd name="connsiteX12" fmla="*/ 243840 w 7797800"/>
                            <a:gd name="connsiteY12" fmla="*/ 1386840 h 5448300"/>
                            <a:gd name="connsiteX13" fmla="*/ 2293620 w 7797800"/>
                            <a:gd name="connsiteY13" fmla="*/ 3235960 h 5448300"/>
                            <a:gd name="connsiteX14" fmla="*/ 1167130 w 7797800"/>
                            <a:gd name="connsiteY14" fmla="*/ 715010 h 5448300"/>
                            <a:gd name="connsiteX15" fmla="*/ 2787650 w 7797800"/>
                            <a:gd name="connsiteY15" fmla="*/ 2950210 h 5448300"/>
                            <a:gd name="connsiteX16" fmla="*/ 2211070 w 7797800"/>
                            <a:gd name="connsiteY16" fmla="*/ 250190 h 5448300"/>
                            <a:gd name="connsiteX17" fmla="*/ 3331210 w 7797800"/>
                            <a:gd name="connsiteY17" fmla="*/ 2773680 h 5448300"/>
                            <a:gd name="connsiteX18" fmla="*/ 3327400 w 7797800"/>
                            <a:gd name="connsiteY18" fmla="*/ 12700 h 5448300"/>
                            <a:gd name="connsiteX19" fmla="*/ 3898900 w 7797800"/>
                            <a:gd name="connsiteY19" fmla="*/ 2713990 h 5448300"/>
                            <a:gd name="connsiteX20" fmla="*/ 4470400 w 7797800"/>
                            <a:gd name="connsiteY20" fmla="*/ 12700 h 5448300"/>
                            <a:gd name="connsiteX21" fmla="*/ 4467860 w 7797800"/>
                            <a:gd name="connsiteY21" fmla="*/ 2773680 h 5448300"/>
                            <a:gd name="connsiteX22" fmla="*/ 5588000 w 7797800"/>
                            <a:gd name="connsiteY22" fmla="*/ 250190 h 5448300"/>
                            <a:gd name="connsiteX23" fmla="*/ 5011420 w 7797800"/>
                            <a:gd name="connsiteY23" fmla="*/ 2950210 h 5448300"/>
                            <a:gd name="connsiteX24" fmla="*/ 6631940 w 7797800"/>
                            <a:gd name="connsiteY24" fmla="*/ 715010 h 5448300"/>
                            <a:gd name="connsiteX25" fmla="*/ 5504180 w 7797800"/>
                            <a:gd name="connsiteY25" fmla="*/ 3235960 h 5448300"/>
                            <a:gd name="connsiteX26" fmla="*/ 7553960 w 7797800"/>
                            <a:gd name="connsiteY26" fmla="*/ 1385570 h 5448300"/>
                            <a:gd name="connsiteX27" fmla="*/ 5928360 w 7797800"/>
                            <a:gd name="connsiteY27" fmla="*/ 3616960 h 5448300"/>
                            <a:gd name="connsiteX28" fmla="*/ 7785100 w 7797800"/>
                            <a:gd name="connsiteY28" fmla="*/ 2543810 h 5448300"/>
                            <a:gd name="connsiteX29" fmla="*/ 7785100 w 7797800"/>
                            <a:gd name="connsiteY29" fmla="*/ 2713990 h 5448300"/>
                            <a:gd name="connsiteX30" fmla="*/ 6263640 w 7797800"/>
                            <a:gd name="connsiteY30" fmla="*/ 4080510 h 5448300"/>
                            <a:gd name="connsiteX31" fmla="*/ 7785100 w 7797800"/>
                            <a:gd name="connsiteY31" fmla="*/ 3583940 h 5448300"/>
                            <a:gd name="connsiteX32" fmla="*/ 7785100 w 7797800"/>
                            <a:gd name="connsiteY32" fmla="*/ 3859530 h 5448300"/>
                            <a:gd name="connsiteX33" fmla="*/ 6496050 w 7797800"/>
                            <a:gd name="connsiteY33" fmla="*/ 4601210 h 5448300"/>
                            <a:gd name="connsiteX34" fmla="*/ 7785100 w 7797800"/>
                            <a:gd name="connsiteY34" fmla="*/ 4465320 h 5448300"/>
                            <a:gd name="connsiteX35" fmla="*/ 7785100 w 7797800"/>
                            <a:gd name="connsiteY35" fmla="*/ 4781550 h 5448300"/>
                            <a:gd name="connsiteX36" fmla="*/ 6615431 w 7797800"/>
                            <a:gd name="connsiteY36" fmla="*/ 5160010 h 5448300"/>
                            <a:gd name="connsiteX37" fmla="*/ 7785100 w 7797800"/>
                            <a:gd name="connsiteY37" fmla="*/ 5281930 h 5448300"/>
                            <a:gd name="connsiteX38" fmla="*/ 7785100 w 7797800"/>
                            <a:gd name="connsiteY38" fmla="*/ 5445760 h 5448300"/>
                            <a:gd name="connsiteX39" fmla="*/ 12700 w 7797800"/>
                            <a:gd name="connsiteY39" fmla="*/ 5445760 h 5448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7797800" h="5448300">
                              <a:moveTo>
                                <a:pt x="12700" y="5445760"/>
                              </a:moveTo>
                              <a:lnTo>
                                <a:pt x="12700" y="5281930"/>
                              </a:lnTo>
                              <a:lnTo>
                                <a:pt x="1182370" y="5160010"/>
                              </a:lnTo>
                              <a:lnTo>
                                <a:pt x="12700" y="4781550"/>
                              </a:lnTo>
                              <a:lnTo>
                                <a:pt x="12700" y="4465320"/>
                              </a:lnTo>
                              <a:lnTo>
                                <a:pt x="1301750" y="4602480"/>
                              </a:lnTo>
                              <a:lnTo>
                                <a:pt x="12700" y="3859530"/>
                              </a:lnTo>
                              <a:lnTo>
                                <a:pt x="12700" y="3583940"/>
                              </a:lnTo>
                              <a:lnTo>
                                <a:pt x="1534160" y="4080510"/>
                              </a:lnTo>
                              <a:lnTo>
                                <a:pt x="12700" y="2713990"/>
                              </a:lnTo>
                              <a:lnTo>
                                <a:pt x="12700" y="2543810"/>
                              </a:lnTo>
                              <a:lnTo>
                                <a:pt x="1869440" y="3618230"/>
                              </a:lnTo>
                              <a:lnTo>
                                <a:pt x="243840" y="1386840"/>
                              </a:lnTo>
                              <a:lnTo>
                                <a:pt x="2293620" y="3235960"/>
                              </a:lnTo>
                              <a:lnTo>
                                <a:pt x="1167130" y="715010"/>
                              </a:lnTo>
                              <a:lnTo>
                                <a:pt x="2787650" y="2950210"/>
                              </a:lnTo>
                              <a:lnTo>
                                <a:pt x="2211070" y="250190"/>
                              </a:lnTo>
                              <a:lnTo>
                                <a:pt x="3331210" y="2773680"/>
                              </a:lnTo>
                              <a:lnTo>
                                <a:pt x="3327400" y="12700"/>
                              </a:lnTo>
                              <a:lnTo>
                                <a:pt x="3898900" y="2713990"/>
                              </a:lnTo>
                              <a:lnTo>
                                <a:pt x="4470400" y="12700"/>
                              </a:lnTo>
                              <a:lnTo>
                                <a:pt x="4467860" y="2773680"/>
                              </a:lnTo>
                              <a:lnTo>
                                <a:pt x="5588000" y="250190"/>
                              </a:lnTo>
                              <a:lnTo>
                                <a:pt x="5011420" y="2950210"/>
                              </a:lnTo>
                              <a:lnTo>
                                <a:pt x="6631940" y="715010"/>
                              </a:lnTo>
                              <a:lnTo>
                                <a:pt x="5504180" y="3235960"/>
                              </a:lnTo>
                              <a:lnTo>
                                <a:pt x="7553960" y="1385570"/>
                              </a:lnTo>
                              <a:lnTo>
                                <a:pt x="5928360" y="3616960"/>
                              </a:lnTo>
                              <a:lnTo>
                                <a:pt x="7785100" y="2543810"/>
                              </a:lnTo>
                              <a:lnTo>
                                <a:pt x="7785100" y="2713990"/>
                              </a:lnTo>
                              <a:lnTo>
                                <a:pt x="6263640" y="4080510"/>
                              </a:lnTo>
                              <a:lnTo>
                                <a:pt x="7785100" y="3583940"/>
                              </a:lnTo>
                              <a:lnTo>
                                <a:pt x="7785100" y="3859530"/>
                              </a:lnTo>
                              <a:lnTo>
                                <a:pt x="6496050" y="4601210"/>
                              </a:lnTo>
                              <a:lnTo>
                                <a:pt x="7785100" y="4465320"/>
                              </a:lnTo>
                              <a:lnTo>
                                <a:pt x="7785100" y="4781550"/>
                              </a:lnTo>
                              <a:lnTo>
                                <a:pt x="6615431" y="5160010"/>
                              </a:lnTo>
                              <a:lnTo>
                                <a:pt x="7785100" y="5281930"/>
                              </a:lnTo>
                              <a:lnTo>
                                <a:pt x="7785100" y="5445760"/>
                              </a:lnTo>
                              <a:lnTo>
                                <a:pt x="12700" y="544576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alpha val="5000"/>
                          </a:schemeClr>
                        </a:solidFill>
                        <a:ln w="1270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49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SpPr/>
                      <wps:spPr>
                        <a:xfrm>
                          <a:off x="238125" y="6419850"/>
                          <a:ext cx="7311476" cy="3642904"/>
                        </a:xfrm>
                        <a:custGeom>
                          <a:avLst/>
                          <a:gdLst>
                            <a:gd name="connsiteX0" fmla="*/ 7231159 w 7311476"/>
                            <a:gd name="connsiteY0" fmla="*/ 2882835 h 3642904"/>
                            <a:gd name="connsiteX1" fmla="*/ 5397030 w 7311476"/>
                            <a:gd name="connsiteY1" fmla="*/ 3078125 h 3642904"/>
                            <a:gd name="connsiteX2" fmla="*/ 6995790 w 7311476"/>
                            <a:gd name="connsiteY2" fmla="*/ 2156758 h 3642904"/>
                            <a:gd name="connsiteX3" fmla="*/ 5241787 w 7311476"/>
                            <a:gd name="connsiteY3" fmla="*/ 2728857 h 3642904"/>
                            <a:gd name="connsiteX4" fmla="*/ 6613940 w 7311476"/>
                            <a:gd name="connsiteY4" fmla="*/ 1497030 h 3642904"/>
                            <a:gd name="connsiteX5" fmla="*/ 5017685 w 7311476"/>
                            <a:gd name="connsiteY5" fmla="*/ 2420900 h 3642904"/>
                            <a:gd name="connsiteX6" fmla="*/ 6103139 w 7311476"/>
                            <a:gd name="connsiteY6" fmla="*/ 929938 h 3642904"/>
                            <a:gd name="connsiteX7" fmla="*/ 4734741 w 7311476"/>
                            <a:gd name="connsiteY7" fmla="*/ 2165521 h 3642904"/>
                            <a:gd name="connsiteX8" fmla="*/ 5485920 w 7311476"/>
                            <a:gd name="connsiteY8" fmla="*/ 481773 h 3642904"/>
                            <a:gd name="connsiteX9" fmla="*/ 4404222 w 7311476"/>
                            <a:gd name="connsiteY9" fmla="*/ 1975239 h 3642904"/>
                            <a:gd name="connsiteX10" fmla="*/ 4789827 w 7311476"/>
                            <a:gd name="connsiteY10" fmla="*/ 171313 h 3642904"/>
                            <a:gd name="connsiteX11" fmla="*/ 4041152 w 7311476"/>
                            <a:gd name="connsiteY11" fmla="*/ 1856313 h 3642904"/>
                            <a:gd name="connsiteX12" fmla="*/ 4043656 w 7311476"/>
                            <a:gd name="connsiteY12" fmla="*/ 12327 h 3642904"/>
                            <a:gd name="connsiteX13" fmla="*/ 3661807 w 7311476"/>
                            <a:gd name="connsiteY13" fmla="*/ 1817505 h 3642904"/>
                            <a:gd name="connsiteX14" fmla="*/ 3279957 w 7311476"/>
                            <a:gd name="connsiteY14" fmla="*/ 12327 h 3642904"/>
                            <a:gd name="connsiteX15" fmla="*/ 3282461 w 7311476"/>
                            <a:gd name="connsiteY15" fmla="*/ 1856313 h 3642904"/>
                            <a:gd name="connsiteX16" fmla="*/ 2533786 w 7311476"/>
                            <a:gd name="connsiteY16" fmla="*/ 171313 h 3642904"/>
                            <a:gd name="connsiteX17" fmla="*/ 2919391 w 7311476"/>
                            <a:gd name="connsiteY17" fmla="*/ 1975239 h 3642904"/>
                            <a:gd name="connsiteX18" fmla="*/ 1837693 w 7311476"/>
                            <a:gd name="connsiteY18" fmla="*/ 481773 h 3642904"/>
                            <a:gd name="connsiteX19" fmla="*/ 2588872 w 7311476"/>
                            <a:gd name="connsiteY19" fmla="*/ 2165521 h 3642904"/>
                            <a:gd name="connsiteX20" fmla="*/ 1220474 w 7311476"/>
                            <a:gd name="connsiteY20" fmla="*/ 929938 h 3642904"/>
                            <a:gd name="connsiteX21" fmla="*/ 2305928 w 7311476"/>
                            <a:gd name="connsiteY21" fmla="*/ 2420900 h 3642904"/>
                            <a:gd name="connsiteX22" fmla="*/ 709673 w 7311476"/>
                            <a:gd name="connsiteY22" fmla="*/ 1497030 h 3642904"/>
                            <a:gd name="connsiteX23" fmla="*/ 2081826 w 7311476"/>
                            <a:gd name="connsiteY23" fmla="*/ 2728857 h 3642904"/>
                            <a:gd name="connsiteX24" fmla="*/ 327823 w 7311476"/>
                            <a:gd name="connsiteY24" fmla="*/ 2156758 h 3642904"/>
                            <a:gd name="connsiteX25" fmla="*/ 1926583 w 7311476"/>
                            <a:gd name="connsiteY25" fmla="*/ 3078125 h 3642904"/>
                            <a:gd name="connsiteX26" fmla="*/ 92454 w 7311476"/>
                            <a:gd name="connsiteY26" fmla="*/ 2882835 h 3642904"/>
                            <a:gd name="connsiteX27" fmla="*/ 1847709 w 7311476"/>
                            <a:gd name="connsiteY27" fmla="*/ 3451179 h 3642904"/>
                            <a:gd name="connsiteX28" fmla="*/ 12328 w 7311476"/>
                            <a:gd name="connsiteY28" fmla="*/ 3641461 h 3642904"/>
                            <a:gd name="connsiteX29" fmla="*/ 7311285 w 7311476"/>
                            <a:gd name="connsiteY29" fmla="*/ 3641461 h 3642904"/>
                            <a:gd name="connsiteX30" fmla="*/ 5475904 w 7311476"/>
                            <a:gd name="connsiteY30" fmla="*/ 3451179 h 36429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7311476" h="3642904">
                              <a:moveTo>
                                <a:pt x="7231159" y="2882835"/>
                              </a:moveTo>
                              <a:lnTo>
                                <a:pt x="5397030" y="3078125"/>
                              </a:lnTo>
                              <a:lnTo>
                                <a:pt x="6995790" y="2156758"/>
                              </a:lnTo>
                              <a:lnTo>
                                <a:pt x="5241787" y="2728857"/>
                              </a:lnTo>
                              <a:lnTo>
                                <a:pt x="6613940" y="1497030"/>
                              </a:lnTo>
                              <a:lnTo>
                                <a:pt x="5017685" y="2420900"/>
                              </a:lnTo>
                              <a:lnTo>
                                <a:pt x="6103139" y="929938"/>
                              </a:lnTo>
                              <a:lnTo>
                                <a:pt x="4734741" y="2165521"/>
                              </a:lnTo>
                              <a:lnTo>
                                <a:pt x="5485920" y="481773"/>
                              </a:lnTo>
                              <a:lnTo>
                                <a:pt x="4404222" y="1975239"/>
                              </a:lnTo>
                              <a:lnTo>
                                <a:pt x="4789827" y="171313"/>
                              </a:lnTo>
                              <a:lnTo>
                                <a:pt x="4041152" y="1856313"/>
                              </a:lnTo>
                              <a:lnTo>
                                <a:pt x="4043656" y="12327"/>
                              </a:lnTo>
                              <a:lnTo>
                                <a:pt x="3661807" y="1817505"/>
                              </a:lnTo>
                              <a:lnTo>
                                <a:pt x="3279957" y="12327"/>
                              </a:lnTo>
                              <a:lnTo>
                                <a:pt x="3282461" y="1856313"/>
                              </a:lnTo>
                              <a:lnTo>
                                <a:pt x="2533786" y="171313"/>
                              </a:lnTo>
                              <a:lnTo>
                                <a:pt x="2919391" y="1975239"/>
                              </a:lnTo>
                              <a:lnTo>
                                <a:pt x="1837693" y="481773"/>
                              </a:lnTo>
                              <a:lnTo>
                                <a:pt x="2588872" y="2165521"/>
                              </a:lnTo>
                              <a:lnTo>
                                <a:pt x="1220474" y="929938"/>
                              </a:lnTo>
                              <a:lnTo>
                                <a:pt x="2305928" y="2420900"/>
                              </a:lnTo>
                              <a:lnTo>
                                <a:pt x="709673" y="1497030"/>
                              </a:lnTo>
                              <a:lnTo>
                                <a:pt x="2081826" y="2728857"/>
                              </a:lnTo>
                              <a:lnTo>
                                <a:pt x="327823" y="2156758"/>
                              </a:lnTo>
                              <a:lnTo>
                                <a:pt x="1926583" y="3078125"/>
                              </a:lnTo>
                              <a:lnTo>
                                <a:pt x="92454" y="2882835"/>
                              </a:lnTo>
                              <a:lnTo>
                                <a:pt x="1847709" y="3451179"/>
                              </a:lnTo>
                              <a:lnTo>
                                <a:pt x="12328" y="3641461"/>
                              </a:lnTo>
                              <a:lnTo>
                                <a:pt x="7311285" y="3641461"/>
                              </a:lnTo>
                              <a:lnTo>
                                <a:pt x="5475904" y="345117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alpha val="5000"/>
                          </a:schemeClr>
                        </a:solidFill>
                        <a:ln w="12506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2E3CD75" id="Group 53" o:spid="_x0000_s1026" style="position:absolute;margin-left:0;margin-top:0;width:614pt;height:792.7pt;z-index:-251771001;mso-width-percent:1000;mso-height-percent:1000;mso-position-horizontal:center;mso-position-horizontal-relative:page;mso-position-vertical:center;mso-position-vertical-relative:page;mso-width-percent:1000;mso-height-percent:1000" coordsize="77978,100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">
              <v:rect id="Rectangle 7" o:spid="_x0000_s1027" style="position:absolute;left:95;width:77724;height:100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" fillcolor="black [3212]" stroked="f" strokeweight="1pt">
                <v:fill color2="#79090d [1607]" focus="100%" type="gradient"/>
              </v:rect>
              <v:shape id="Graphic 1" o:spid="_x0000_s1028" alt="Star" style="position:absolute;top:46101;width:77978;height:54483;visibility:visible;mso-wrap-style:square;v-text-anchor:middle" coordsize="7797800,544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" path="m12700,5445760r,-163830l1182370,5160010,12700,4781550r,-316230l1301750,4602480,12700,3859530r,-275590l1534160,4080510,12700,2713990r,-170180l1869440,3618230,243840,1386840,2293620,3235960,1167130,715010,2787650,2950210,2211070,250190,3331210,2773680,3327400,12700r571500,2701290l4470400,12700r-2540,2760980l5588000,250190,5011420,2950210,6631940,715010,5504180,3235960,7553960,1385570,5928360,3616960,7785100,2543810r,170180l6263640,4080510,7785100,3583940r,275590l6496050,4601210,7785100,4465320r,316230l6615431,5160010r1169669,121920l7785100,5445760r-7772400,xe" fillcolor="#f6a951 [3209]" stroked="f" strokeweight="1pt">
                <v:fill opacity="3341f"/>
                <v:stroke joinstyle="miter"/>
                <v:path arrowok="t" o:connecttype="custom" o:connectlocs="12700,5445760;12700,5281930;1182370,5160010;12700,4781550;12700,4465320;1301750,4602480;12700,3859530;12700,3583940;1534160,4080510;12700,2713990;12700,2543810;1869440,3618230;243840,1386840;2293620,3235960;1167130,715010;2787650,2950210;2211070,250190;3331210,2773680;3327400,12700;3898900,2713990;4470400,12700;4467860,2773680;5588000,250190;5011420,2950210;6631940,715010;5504180,3235960;7553960,1385570;5928360,3616960;7785100,2543810;7785100,2713990;6263640,4080510;7785100,3583940;7785100,3859530;6496050,4601210;7785100,4465320;7785100,4781550;6615431,5160010;7785100,5281930;7785100,5445760;12700,5445760" o:connectangles="0,0,0,0,0,0,0,0,0,0,0,0,0,0,0,0,0,0,0,0,0,0,0,0,0,0,0,0,0,0,0,0,0,0,0,0,0,0,0,0"/>
              </v:shape>
              <v:shape id="Graphic 49" o:spid="_x0000_s1029" style="position:absolute;left:2381;top:64198;width:73115;height:36429;visibility:visible;mso-wrap-style:square;v-text-anchor:middle" coordsize="7311476,364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" path="m7231159,2882835l5397030,3078125,6995790,2156758,5241787,2728857,6613940,1497030,5017685,2420900,6103139,929938,4734741,2165521,5485920,481773,4404222,1975239,4789827,171313,4041152,1856313,4043656,12327,3661807,1817505,3279957,12327r2504,1843986l2533786,171313r385605,1803926l1837693,481773r751179,1683748l1220474,929938,2305928,2420900,709673,1497030,2081826,2728857,327823,2156758r1598760,921367l92454,2882835r1755255,568344l12328,3641461r7298957,l5475904,3451179,7231159,2882835xe" fillcolor="#f6a951 [3209]" stroked="f" strokeweight=".34739mm">
                <v:fill opacity="3341f"/>
                <v:stroke joinstyle="miter"/>
                <v:path arrowok="t" o:connecttype="custom" o:connectlocs="7231159,2882835;5397030,3078125;6995790,2156758;5241787,2728857;6613940,1497030;5017685,2420900;6103139,929938;4734741,2165521;5485920,481773;4404222,1975239;4789827,171313;4041152,1856313;4043656,12327;3661807,1817505;3279957,12327;3282461,1856313;2533786,171313;2919391,1975239;1837693,481773;2588872,2165521;1220474,929938;2305928,2420900;709673,1497030;2081826,2728857;327823,2156758;1926583,3078125;92454,2882835;1847709,3451179;12328,3641461;7311285,3641461;5475904,3451179" o:connectangles="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47"/>
    <w:rsid w:val="00003534"/>
    <w:rsid w:val="00003CBB"/>
    <w:rsid w:val="000447DE"/>
    <w:rsid w:val="0009343A"/>
    <w:rsid w:val="00094F88"/>
    <w:rsid w:val="0009565B"/>
    <w:rsid w:val="000A1B62"/>
    <w:rsid w:val="000B75D5"/>
    <w:rsid w:val="000D3468"/>
    <w:rsid w:val="000E04F4"/>
    <w:rsid w:val="000E4DE6"/>
    <w:rsid w:val="001004FE"/>
    <w:rsid w:val="0011234A"/>
    <w:rsid w:val="00115F5A"/>
    <w:rsid w:val="001206D0"/>
    <w:rsid w:val="0012689A"/>
    <w:rsid w:val="001605AC"/>
    <w:rsid w:val="001A4CBF"/>
    <w:rsid w:val="001D2777"/>
    <w:rsid w:val="001D3180"/>
    <w:rsid w:val="001E6866"/>
    <w:rsid w:val="001E7B86"/>
    <w:rsid w:val="001F70F7"/>
    <w:rsid w:val="00212763"/>
    <w:rsid w:val="0025220B"/>
    <w:rsid w:val="00261586"/>
    <w:rsid w:val="00266FC0"/>
    <w:rsid w:val="00274244"/>
    <w:rsid w:val="00275C63"/>
    <w:rsid w:val="0028347D"/>
    <w:rsid w:val="002D54D3"/>
    <w:rsid w:val="002D5D14"/>
    <w:rsid w:val="002D6ACF"/>
    <w:rsid w:val="002D75B9"/>
    <w:rsid w:val="002E6AD8"/>
    <w:rsid w:val="002F505B"/>
    <w:rsid w:val="003160B3"/>
    <w:rsid w:val="00321A40"/>
    <w:rsid w:val="00337DB0"/>
    <w:rsid w:val="00367378"/>
    <w:rsid w:val="00373368"/>
    <w:rsid w:val="003954CD"/>
    <w:rsid w:val="003B5FE5"/>
    <w:rsid w:val="003C3164"/>
    <w:rsid w:val="003E165B"/>
    <w:rsid w:val="003E3395"/>
    <w:rsid w:val="003F142C"/>
    <w:rsid w:val="00426A41"/>
    <w:rsid w:val="00431FF3"/>
    <w:rsid w:val="004515F3"/>
    <w:rsid w:val="00466095"/>
    <w:rsid w:val="004666BD"/>
    <w:rsid w:val="00473A89"/>
    <w:rsid w:val="00473D4A"/>
    <w:rsid w:val="004A0D6B"/>
    <w:rsid w:val="004A3482"/>
    <w:rsid w:val="004A3DB4"/>
    <w:rsid w:val="004C3431"/>
    <w:rsid w:val="004D0CC2"/>
    <w:rsid w:val="004D2D71"/>
    <w:rsid w:val="004F55AB"/>
    <w:rsid w:val="00506E4E"/>
    <w:rsid w:val="00523E52"/>
    <w:rsid w:val="005338E7"/>
    <w:rsid w:val="00556DE2"/>
    <w:rsid w:val="005626F2"/>
    <w:rsid w:val="00570128"/>
    <w:rsid w:val="005B4FB5"/>
    <w:rsid w:val="005B524D"/>
    <w:rsid w:val="00600AE8"/>
    <w:rsid w:val="00601D85"/>
    <w:rsid w:val="006040F4"/>
    <w:rsid w:val="00604E3C"/>
    <w:rsid w:val="006351BF"/>
    <w:rsid w:val="00662211"/>
    <w:rsid w:val="00664B70"/>
    <w:rsid w:val="006926DA"/>
    <w:rsid w:val="006A3147"/>
    <w:rsid w:val="006A520B"/>
    <w:rsid w:val="006B0D5D"/>
    <w:rsid w:val="006B5027"/>
    <w:rsid w:val="006D1E3C"/>
    <w:rsid w:val="006D3916"/>
    <w:rsid w:val="00700C24"/>
    <w:rsid w:val="00701945"/>
    <w:rsid w:val="00735623"/>
    <w:rsid w:val="00737E4F"/>
    <w:rsid w:val="007538BA"/>
    <w:rsid w:val="00754850"/>
    <w:rsid w:val="007627EB"/>
    <w:rsid w:val="00764409"/>
    <w:rsid w:val="00767422"/>
    <w:rsid w:val="00770BDB"/>
    <w:rsid w:val="007869BD"/>
    <w:rsid w:val="007C3379"/>
    <w:rsid w:val="007D1A2E"/>
    <w:rsid w:val="007D2655"/>
    <w:rsid w:val="007E0973"/>
    <w:rsid w:val="007F0275"/>
    <w:rsid w:val="007F19F5"/>
    <w:rsid w:val="008077C2"/>
    <w:rsid w:val="008101A0"/>
    <w:rsid w:val="0082129F"/>
    <w:rsid w:val="00852806"/>
    <w:rsid w:val="00862062"/>
    <w:rsid w:val="00882B25"/>
    <w:rsid w:val="008B3005"/>
    <w:rsid w:val="008B3E4B"/>
    <w:rsid w:val="008C256C"/>
    <w:rsid w:val="008C6C51"/>
    <w:rsid w:val="008D700B"/>
    <w:rsid w:val="008E6647"/>
    <w:rsid w:val="00901451"/>
    <w:rsid w:val="009156EC"/>
    <w:rsid w:val="009266E3"/>
    <w:rsid w:val="0094287F"/>
    <w:rsid w:val="00943E7A"/>
    <w:rsid w:val="00945570"/>
    <w:rsid w:val="00972682"/>
    <w:rsid w:val="009736ED"/>
    <w:rsid w:val="009A7B06"/>
    <w:rsid w:val="009C1BD8"/>
    <w:rsid w:val="009D0FE2"/>
    <w:rsid w:val="009D1E12"/>
    <w:rsid w:val="009D4169"/>
    <w:rsid w:val="009F42E5"/>
    <w:rsid w:val="00A00D90"/>
    <w:rsid w:val="00A26F62"/>
    <w:rsid w:val="00A52F99"/>
    <w:rsid w:val="00A5765C"/>
    <w:rsid w:val="00A74EFB"/>
    <w:rsid w:val="00A75DD4"/>
    <w:rsid w:val="00A874C1"/>
    <w:rsid w:val="00A92EA5"/>
    <w:rsid w:val="00AA2E97"/>
    <w:rsid w:val="00AB052C"/>
    <w:rsid w:val="00AB420F"/>
    <w:rsid w:val="00AC7E19"/>
    <w:rsid w:val="00AF59BB"/>
    <w:rsid w:val="00B02881"/>
    <w:rsid w:val="00B05680"/>
    <w:rsid w:val="00B229C2"/>
    <w:rsid w:val="00B441D2"/>
    <w:rsid w:val="00B517E0"/>
    <w:rsid w:val="00B53A5D"/>
    <w:rsid w:val="00B713AB"/>
    <w:rsid w:val="00BB0E5F"/>
    <w:rsid w:val="00BC7765"/>
    <w:rsid w:val="00BD2FC9"/>
    <w:rsid w:val="00BD4EAA"/>
    <w:rsid w:val="00BF7FDD"/>
    <w:rsid w:val="00C116D1"/>
    <w:rsid w:val="00C16FBA"/>
    <w:rsid w:val="00C21CC6"/>
    <w:rsid w:val="00C2373F"/>
    <w:rsid w:val="00C25DF1"/>
    <w:rsid w:val="00C32A69"/>
    <w:rsid w:val="00C571AB"/>
    <w:rsid w:val="00C57965"/>
    <w:rsid w:val="00C62806"/>
    <w:rsid w:val="00C87F29"/>
    <w:rsid w:val="00D03E9C"/>
    <w:rsid w:val="00D05021"/>
    <w:rsid w:val="00D3319F"/>
    <w:rsid w:val="00D513B2"/>
    <w:rsid w:val="00D81EC6"/>
    <w:rsid w:val="00DA6120"/>
    <w:rsid w:val="00DC4C0A"/>
    <w:rsid w:val="00DC5EA3"/>
    <w:rsid w:val="00DD3A60"/>
    <w:rsid w:val="00DD500B"/>
    <w:rsid w:val="00E14F6F"/>
    <w:rsid w:val="00E26B7A"/>
    <w:rsid w:val="00E31A8E"/>
    <w:rsid w:val="00E3285C"/>
    <w:rsid w:val="00E36121"/>
    <w:rsid w:val="00E466A7"/>
    <w:rsid w:val="00E51913"/>
    <w:rsid w:val="00E5662F"/>
    <w:rsid w:val="00E741FB"/>
    <w:rsid w:val="00E90185"/>
    <w:rsid w:val="00E977CA"/>
    <w:rsid w:val="00EB4153"/>
    <w:rsid w:val="00EB5F2A"/>
    <w:rsid w:val="00EC1259"/>
    <w:rsid w:val="00EC55A4"/>
    <w:rsid w:val="00ED413C"/>
    <w:rsid w:val="00EE3976"/>
    <w:rsid w:val="00F06C45"/>
    <w:rsid w:val="00F06FC8"/>
    <w:rsid w:val="00F13447"/>
    <w:rsid w:val="00F17307"/>
    <w:rsid w:val="00F24993"/>
    <w:rsid w:val="00F42846"/>
    <w:rsid w:val="00F56473"/>
    <w:rsid w:val="00F6073B"/>
    <w:rsid w:val="00F8470B"/>
    <w:rsid w:val="00F97BA0"/>
    <w:rsid w:val="00F97C2B"/>
    <w:rsid w:val="00FA3F18"/>
    <w:rsid w:val="00FB66C8"/>
    <w:rsid w:val="00FC133F"/>
    <w:rsid w:val="00FC684A"/>
    <w:rsid w:val="00FC73BF"/>
    <w:rsid w:val="00FD78B6"/>
    <w:rsid w:val="00FF14D7"/>
    <w:rsid w:val="00FF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93A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8C6239" w:themeColor="text2"/>
        <w:lang w:val="ru-RU" w:eastAsia="en-US" w:bidi="ar-SA"/>
      </w:rPr>
    </w:rPrDefault>
    <w:pPrDefault>
      <w:pPr>
        <w:ind w:left="34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7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2777"/>
    <w:pPr>
      <w:keepNext/>
      <w:keepLines/>
      <w:spacing w:line="276" w:lineRule="auto"/>
      <w:ind w:left="0"/>
      <w:jc w:val="center"/>
      <w:outlineLvl w:val="0"/>
    </w:pPr>
    <w:rPr>
      <w:rFonts w:eastAsiaTheme="majorEastAsia" w:cstheme="majorBidi"/>
      <w:caps/>
      <w:color w:val="FFFFFF" w:themeColor="text1"/>
      <w:spacing w:val="10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2777"/>
    <w:pPr>
      <w:keepNext/>
      <w:keepLines/>
      <w:outlineLvl w:val="1"/>
    </w:pPr>
    <w:rPr>
      <w:rFonts w:asciiTheme="majorHAnsi" w:eastAsiaTheme="majorEastAsia" w:hAnsiTheme="majorHAnsi" w:cstheme="majorBidi"/>
      <w:caps/>
      <w:color w:val="000000" w:themeColor="background1"/>
      <w:sz w:val="5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D500B"/>
    <w:pPr>
      <w:keepNext/>
      <w:keepLines/>
      <w:spacing w:before="240"/>
      <w:outlineLvl w:val="2"/>
    </w:pPr>
    <w:rPr>
      <w:rFonts w:eastAsiaTheme="majorEastAsia" w:cstheme="majorBidi"/>
      <w:caps/>
      <w:color w:val="FFFFFF" w:themeColor="text1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4DE6"/>
    <w:pPr>
      <w:spacing w:line="216" w:lineRule="auto"/>
      <w:ind w:left="0"/>
      <w:contextualSpacing/>
      <w:jc w:val="center"/>
    </w:pPr>
    <w:rPr>
      <w:rFonts w:asciiTheme="majorHAnsi" w:eastAsiaTheme="majorEastAsia" w:hAnsiTheme="majorHAnsi" w:cstheme="majorBidi"/>
      <w:caps/>
      <w:color w:val="000000" w:themeColor="background1"/>
      <w:spacing w:val="-10"/>
      <w:kern w:val="28"/>
      <w:sz w:val="10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DE6"/>
    <w:rPr>
      <w:rFonts w:asciiTheme="majorHAnsi" w:eastAsiaTheme="majorEastAsia" w:hAnsiTheme="majorHAnsi" w:cstheme="majorBidi"/>
      <w:caps/>
      <w:color w:val="000000" w:themeColor="background1"/>
      <w:spacing w:val="-10"/>
      <w:kern w:val="28"/>
      <w:sz w:val="108"/>
      <w:szCs w:val="56"/>
      <w:lang w:val="en-US"/>
    </w:rPr>
  </w:style>
  <w:style w:type="table" w:styleId="TableGrid">
    <w:name w:val="Table Grid"/>
    <w:basedOn w:val="TableNormal"/>
    <w:uiPriority w:val="39"/>
    <w:rsid w:val="00A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A874C1"/>
    <w:tblPr>
      <w:tblStyleRowBandSize w:val="1"/>
      <w:tblStyleColBandSize w:val="1"/>
      <w:tblBorders>
        <w:top w:val="single" w:sz="4" w:space="0" w:color="000000" w:themeColor="background1"/>
        <w:left w:val="single" w:sz="4" w:space="0" w:color="000000" w:themeColor="background1"/>
        <w:bottom w:val="single" w:sz="4" w:space="0" w:color="000000" w:themeColor="background1"/>
        <w:right w:val="single" w:sz="4" w:space="0" w:color="000000" w:themeColor="background1"/>
        <w:insideH w:val="single" w:sz="4" w:space="0" w:color="000000" w:themeColor="background1"/>
        <w:insideV w:val="single" w:sz="4" w:space="0" w:color="000000" w:themeColor="background1"/>
      </w:tblBorders>
    </w:tblPr>
    <w:tcPr>
      <w:shd w:val="clear" w:color="auto" w:fill="FEFBD2" w:themeFill="accent1" w:themeFillTint="33"/>
    </w:tcPr>
    <w:tblStylePr w:type="firstRow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FCEE21" w:themeFill="accent1"/>
      </w:tcPr>
    </w:tblStylePr>
    <w:tblStylePr w:type="lastRow">
      <w:rPr>
        <w:b/>
        <w:bCs/>
        <w:color w:val="000000" w:themeColor="background1"/>
      </w:rPr>
      <w:tblPr/>
      <w:tcPr>
        <w:tcBorders>
          <w:left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H w:val="nil"/>
          <w:insideV w:val="nil"/>
        </w:tcBorders>
        <w:shd w:val="clear" w:color="auto" w:fill="FCEE21" w:themeFill="accent1"/>
      </w:tcPr>
    </w:tblStylePr>
    <w:tblStylePr w:type="fir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left w:val="single" w:sz="4" w:space="0" w:color="000000" w:themeColor="background1"/>
          <w:bottom w:val="single" w:sz="4" w:space="0" w:color="000000" w:themeColor="background1"/>
          <w:insideV w:val="nil"/>
        </w:tcBorders>
        <w:shd w:val="clear" w:color="auto" w:fill="FCEE21" w:themeFill="accent1"/>
      </w:tcPr>
    </w:tblStylePr>
    <w:tblStylePr w:type="lastCol">
      <w:rPr>
        <w:b/>
        <w:bCs/>
        <w:color w:val="000000" w:themeColor="background1"/>
      </w:rPr>
      <w:tblPr/>
      <w:tcPr>
        <w:tcBorders>
          <w:top w:val="single" w:sz="4" w:space="0" w:color="000000" w:themeColor="background1"/>
          <w:bottom w:val="single" w:sz="4" w:space="0" w:color="000000" w:themeColor="background1"/>
          <w:right w:val="single" w:sz="4" w:space="0" w:color="000000" w:themeColor="background1"/>
          <w:insideV w:val="nil"/>
        </w:tcBorders>
        <w:shd w:val="clear" w:color="auto" w:fill="FCEE21" w:themeFill="accent1"/>
      </w:tcPr>
    </w:tblStylePr>
    <w:tblStylePr w:type="band1Vert">
      <w:tblPr/>
      <w:tcPr>
        <w:shd w:val="clear" w:color="auto" w:fill="FDF7A6" w:themeFill="accent1" w:themeFillTint="66"/>
      </w:tcPr>
    </w:tblStylePr>
    <w:tblStylePr w:type="band1Horz">
      <w:tblPr/>
      <w:tcPr>
        <w:shd w:val="clear" w:color="auto" w:fill="FDF7A6" w:themeFill="accent1" w:themeFillTint="66"/>
      </w:tcPr>
    </w:tblStylePr>
  </w:style>
  <w:style w:type="character" w:customStyle="1" w:styleId="Style1">
    <w:name w:val="Style1"/>
    <w:basedOn w:val="DefaultParagraphFont"/>
    <w:uiPriority w:val="1"/>
    <w:semiHidden/>
    <w:rsid w:val="007D1A2E"/>
    <w:rPr>
      <w:color w:val="F7931E" w:themeColor="background2"/>
      <w:bdr w:val="none" w:sz="0" w:space="0" w:color="auto"/>
    </w:rPr>
  </w:style>
  <w:style w:type="character" w:customStyle="1" w:styleId="Style2">
    <w:name w:val="Style2"/>
    <w:basedOn w:val="DefaultParagraphFont"/>
    <w:uiPriority w:val="1"/>
    <w:semiHidden/>
    <w:rsid w:val="007538BA"/>
    <w:rPr>
      <w:color w:val="F7931E" w:themeColor="background2"/>
      <w:bdr w:val="none" w:sz="0" w:space="0" w:color="auto"/>
    </w:rPr>
  </w:style>
  <w:style w:type="character" w:styleId="PlaceholderText">
    <w:name w:val="Placeholder Text"/>
    <w:basedOn w:val="DefaultParagraphFont"/>
    <w:uiPriority w:val="99"/>
    <w:semiHidden/>
    <w:rsid w:val="001E686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D2777"/>
    <w:rPr>
      <w:rFonts w:eastAsiaTheme="majorEastAsia" w:cstheme="majorBidi"/>
      <w:caps/>
      <w:color w:val="FFFFFF" w:themeColor="text1"/>
      <w:spacing w:val="10"/>
      <w:sz w:val="56"/>
      <w:szCs w:val="32"/>
      <w:lang w:val="en-US"/>
    </w:rPr>
  </w:style>
  <w:style w:type="character" w:customStyle="1" w:styleId="Style3">
    <w:name w:val="Style3"/>
    <w:basedOn w:val="DefaultParagraphFont"/>
    <w:uiPriority w:val="1"/>
    <w:semiHidden/>
    <w:rsid w:val="00466095"/>
    <w:rPr>
      <w:bdr w:val="none" w:sz="0" w:space="0" w:color="auto"/>
      <w:shd w:val="clear" w:color="auto" w:fill="000000" w:themeFill="background1"/>
    </w:rPr>
  </w:style>
  <w:style w:type="character" w:customStyle="1" w:styleId="Style4">
    <w:name w:val="Style4"/>
    <w:basedOn w:val="DefaultParagraphFont"/>
    <w:uiPriority w:val="1"/>
    <w:semiHidden/>
    <w:rsid w:val="00466095"/>
    <w:rPr>
      <w:bdr w:val="none" w:sz="0" w:space="0" w:color="auto"/>
      <w:shd w:val="clear" w:color="auto" w:fill="auto"/>
    </w:rPr>
  </w:style>
  <w:style w:type="character" w:customStyle="1" w:styleId="Style5">
    <w:name w:val="Style5"/>
    <w:basedOn w:val="DefaultParagraphFont"/>
    <w:uiPriority w:val="1"/>
    <w:semiHidden/>
    <w:rsid w:val="00E90185"/>
    <w:rPr>
      <w:bdr w:val="none" w:sz="0" w:space="0" w:color="auto"/>
      <w:shd w:val="pct5" w:color="auto" w:fill="auto"/>
    </w:rPr>
  </w:style>
  <w:style w:type="character" w:customStyle="1" w:styleId="Style6">
    <w:name w:val="Style6"/>
    <w:basedOn w:val="DefaultParagraphFont"/>
    <w:uiPriority w:val="1"/>
    <w:semiHidden/>
    <w:rsid w:val="00E90185"/>
    <w:rPr>
      <w:bdr w:val="none" w:sz="0" w:space="0" w:color="auto"/>
      <w:shd w:val="clear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1D2777"/>
    <w:rPr>
      <w:rFonts w:asciiTheme="majorHAnsi" w:eastAsiaTheme="majorEastAsia" w:hAnsiTheme="majorHAnsi" w:cstheme="majorBidi"/>
      <w:caps/>
      <w:color w:val="000000" w:themeColor="background1"/>
      <w:sz w:val="5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D500B"/>
    <w:rPr>
      <w:rFonts w:eastAsiaTheme="majorEastAsia" w:cstheme="majorBidi"/>
      <w:caps/>
      <w:color w:val="FFFFFF" w:themeColor="text1"/>
      <w:sz w:val="36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rsid w:val="005B524D"/>
  </w:style>
  <w:style w:type="character" w:customStyle="1" w:styleId="HeaderChar">
    <w:name w:val="Header Char"/>
    <w:basedOn w:val="DefaultParagraphFont"/>
    <w:link w:val="Header"/>
    <w:uiPriority w:val="99"/>
    <w:semiHidden/>
    <w:rsid w:val="005B524D"/>
    <w:rPr>
      <w:color w:val="FFFFFF" w:themeColor="text1"/>
      <w:sz w:val="28"/>
    </w:rPr>
  </w:style>
  <w:style w:type="paragraph" w:styleId="Footer">
    <w:name w:val="footer"/>
    <w:basedOn w:val="Normal"/>
    <w:link w:val="FooterChar"/>
    <w:uiPriority w:val="99"/>
    <w:semiHidden/>
    <w:rsid w:val="005B524D"/>
  </w:style>
  <w:style w:type="character" w:customStyle="1" w:styleId="FooterChar">
    <w:name w:val="Footer Char"/>
    <w:basedOn w:val="DefaultParagraphFont"/>
    <w:link w:val="Footer"/>
    <w:uiPriority w:val="99"/>
    <w:semiHidden/>
    <w:rsid w:val="005B524D"/>
    <w:rPr>
      <w:color w:val="FFFFFF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9.png"/><Relationship Id="rId18" Type="http://schemas.openxmlformats.org/officeDocument/2006/relationships/image" Target="media/image24.svg"/><Relationship Id="rId26" Type="http://schemas.openxmlformats.org/officeDocument/2006/relationships/image" Target="media/image32.svg"/><Relationship Id="rId39" Type="http://schemas.openxmlformats.org/officeDocument/2006/relationships/image" Target="media/image45.png"/><Relationship Id="rId21" Type="http://schemas.openxmlformats.org/officeDocument/2006/relationships/image" Target="media/image27.png"/><Relationship Id="rId34" Type="http://schemas.openxmlformats.org/officeDocument/2006/relationships/image" Target="media/image40.svg"/><Relationship Id="rId42" Type="http://schemas.openxmlformats.org/officeDocument/2006/relationships/image" Target="media/image48.svg"/><Relationship Id="rId47" Type="http://schemas.openxmlformats.org/officeDocument/2006/relationships/image" Target="media/image53.png"/><Relationship Id="rId50" Type="http://schemas.openxmlformats.org/officeDocument/2006/relationships/image" Target="media/image56.svg"/><Relationship Id="rId7" Type="http://schemas.openxmlformats.org/officeDocument/2006/relationships/image" Target="media/image13.png"/><Relationship Id="rId2" Type="http://schemas.openxmlformats.org/officeDocument/2006/relationships/image" Target="media/image8.svg"/><Relationship Id="rId16" Type="http://schemas.openxmlformats.org/officeDocument/2006/relationships/image" Target="media/image22.svg"/><Relationship Id="rId29" Type="http://schemas.openxmlformats.org/officeDocument/2006/relationships/image" Target="media/image35.png"/><Relationship Id="rId11" Type="http://schemas.openxmlformats.org/officeDocument/2006/relationships/image" Target="media/image17.png"/><Relationship Id="rId24" Type="http://schemas.openxmlformats.org/officeDocument/2006/relationships/image" Target="media/image30.svg"/><Relationship Id="rId32" Type="http://schemas.openxmlformats.org/officeDocument/2006/relationships/image" Target="media/image38.svg"/><Relationship Id="rId37" Type="http://schemas.openxmlformats.org/officeDocument/2006/relationships/image" Target="media/image43.png"/><Relationship Id="rId40" Type="http://schemas.openxmlformats.org/officeDocument/2006/relationships/image" Target="media/image46.svg"/><Relationship Id="rId45" Type="http://schemas.openxmlformats.org/officeDocument/2006/relationships/image" Target="media/image51.png"/><Relationship Id="rId5" Type="http://schemas.openxmlformats.org/officeDocument/2006/relationships/image" Target="media/image11.png"/><Relationship Id="rId15" Type="http://schemas.openxmlformats.org/officeDocument/2006/relationships/image" Target="media/image21.png"/><Relationship Id="rId23" Type="http://schemas.openxmlformats.org/officeDocument/2006/relationships/image" Target="media/image29.png"/><Relationship Id="rId28" Type="http://schemas.openxmlformats.org/officeDocument/2006/relationships/image" Target="media/image34.svg"/><Relationship Id="rId36" Type="http://schemas.openxmlformats.org/officeDocument/2006/relationships/image" Target="media/image42.svg"/><Relationship Id="rId49" Type="http://schemas.openxmlformats.org/officeDocument/2006/relationships/image" Target="media/image55.png"/><Relationship Id="rId10" Type="http://schemas.openxmlformats.org/officeDocument/2006/relationships/image" Target="media/image16.svg"/><Relationship Id="rId19" Type="http://schemas.openxmlformats.org/officeDocument/2006/relationships/image" Target="media/image25.png"/><Relationship Id="rId31" Type="http://schemas.openxmlformats.org/officeDocument/2006/relationships/image" Target="media/image37.png"/><Relationship Id="rId44" Type="http://schemas.openxmlformats.org/officeDocument/2006/relationships/image" Target="media/image50.svg"/><Relationship Id="rId52" Type="http://schemas.openxmlformats.org/officeDocument/2006/relationships/image" Target="media/image58.svg"/><Relationship Id="rId4" Type="http://schemas.openxmlformats.org/officeDocument/2006/relationships/image" Target="media/image10.svg"/><Relationship Id="rId9" Type="http://schemas.openxmlformats.org/officeDocument/2006/relationships/image" Target="media/image15.png"/><Relationship Id="rId14" Type="http://schemas.openxmlformats.org/officeDocument/2006/relationships/image" Target="media/image20.svg"/><Relationship Id="rId22" Type="http://schemas.openxmlformats.org/officeDocument/2006/relationships/image" Target="media/image28.svg"/><Relationship Id="rId27" Type="http://schemas.openxmlformats.org/officeDocument/2006/relationships/image" Target="media/image33.png"/><Relationship Id="rId30" Type="http://schemas.openxmlformats.org/officeDocument/2006/relationships/image" Target="media/image36.svg"/><Relationship Id="rId35" Type="http://schemas.openxmlformats.org/officeDocument/2006/relationships/image" Target="media/image41.png"/><Relationship Id="rId43" Type="http://schemas.openxmlformats.org/officeDocument/2006/relationships/image" Target="media/image49.png"/><Relationship Id="rId48" Type="http://schemas.openxmlformats.org/officeDocument/2006/relationships/image" Target="media/image54.svg"/><Relationship Id="rId8" Type="http://schemas.openxmlformats.org/officeDocument/2006/relationships/image" Target="media/image14.svg"/><Relationship Id="rId51" Type="http://schemas.openxmlformats.org/officeDocument/2006/relationships/image" Target="media/image57.png"/><Relationship Id="rId3" Type="http://schemas.openxmlformats.org/officeDocument/2006/relationships/image" Target="media/image9.png"/><Relationship Id="rId12" Type="http://schemas.openxmlformats.org/officeDocument/2006/relationships/image" Target="media/image18.svg"/><Relationship Id="rId17" Type="http://schemas.openxmlformats.org/officeDocument/2006/relationships/image" Target="media/image23.png"/><Relationship Id="rId25" Type="http://schemas.openxmlformats.org/officeDocument/2006/relationships/image" Target="media/image31.png"/><Relationship Id="rId33" Type="http://schemas.openxmlformats.org/officeDocument/2006/relationships/image" Target="media/image39.png"/><Relationship Id="rId38" Type="http://schemas.openxmlformats.org/officeDocument/2006/relationships/image" Target="media/image44.svg"/><Relationship Id="rId46" Type="http://schemas.openxmlformats.org/officeDocument/2006/relationships/image" Target="media/image52.svg"/><Relationship Id="rId20" Type="http://schemas.openxmlformats.org/officeDocument/2006/relationships/image" Target="media/image26.svg"/><Relationship Id="rId41" Type="http://schemas.openxmlformats.org/officeDocument/2006/relationships/image" Target="media/image47.png"/><Relationship Id="rId1" Type="http://schemas.openxmlformats.org/officeDocument/2006/relationships/image" Target="media/image7.png"/><Relationship Id="rId6" Type="http://schemas.openxmlformats.org/officeDocument/2006/relationships/image" Target="media/image12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Football%20party%20men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7CAF17E0F24CB7B736DF3FF5C5B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CF79A-C2F9-4800-9AD7-991701065D85}"/>
      </w:docPartPr>
      <w:docPartBody>
        <w:p w:rsidR="00000000" w:rsidRDefault="003B0499">
          <w:pPr>
            <w:pStyle w:val="877CAF17E0F24CB7B736DF3FF5C5B200"/>
          </w:pPr>
          <w:r w:rsidRPr="001D2777">
            <w:t>Football party</w:t>
          </w:r>
        </w:p>
      </w:docPartBody>
    </w:docPart>
    <w:docPart>
      <w:docPartPr>
        <w:name w:val="D65F7EF411C7464290380DEA91328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AEDA3-9F2E-49F3-95E8-F2127EF93815}"/>
      </w:docPartPr>
      <w:docPartBody>
        <w:p w:rsidR="00000000" w:rsidRDefault="003B0499">
          <w:pPr>
            <w:pStyle w:val="D65F7EF411C7464290380DEA91328583"/>
          </w:pPr>
          <w:r>
            <w:t>Appetizer 1</w:t>
          </w:r>
        </w:p>
      </w:docPartBody>
    </w:docPart>
    <w:docPart>
      <w:docPartPr>
        <w:name w:val="8A5955C4BE9A47BEB3889A43D0E38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DAB9B-03C4-4945-A76E-A885D786290B}"/>
      </w:docPartPr>
      <w:docPartBody>
        <w:p w:rsidR="00000000" w:rsidRDefault="003B0499">
          <w:pPr>
            <w:pStyle w:val="8A5955C4BE9A47BEB3889A43D0E38393"/>
          </w:pPr>
          <w:r w:rsidRPr="001D2777">
            <w:t xml:space="preserve">Description of </w:t>
          </w:r>
          <w:r>
            <w:t>appetizer</w:t>
          </w:r>
        </w:p>
      </w:docPartBody>
    </w:docPart>
    <w:docPart>
      <w:docPartPr>
        <w:name w:val="5FBC095B762A4D869E533FB990872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0FA5B-00EC-4E4F-8E06-F99542B0147F}"/>
      </w:docPartPr>
      <w:docPartBody>
        <w:p w:rsidR="00000000" w:rsidRDefault="003B0499">
          <w:pPr>
            <w:pStyle w:val="5FBC095B762A4D869E533FB990872DE9"/>
          </w:pPr>
          <w:r>
            <w:t>Appetizer 2</w:t>
          </w:r>
        </w:p>
      </w:docPartBody>
    </w:docPart>
    <w:docPart>
      <w:docPartPr>
        <w:name w:val="5C64CD7C106844858950A64A25ACE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9D998-743D-427A-A6F8-877F0BE64B22}"/>
      </w:docPartPr>
      <w:docPartBody>
        <w:p w:rsidR="00000000" w:rsidRDefault="003B0499">
          <w:pPr>
            <w:pStyle w:val="5C64CD7C106844858950A64A25ACEE12"/>
          </w:pPr>
          <w:r>
            <w:t>Grill Item 1</w:t>
          </w:r>
        </w:p>
      </w:docPartBody>
    </w:docPart>
    <w:docPart>
      <w:docPartPr>
        <w:name w:val="3E43F89B6FB149BDA54DFDEE8A876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A7F56-D28E-463C-AA15-BE7AAC69E6E6}"/>
      </w:docPartPr>
      <w:docPartBody>
        <w:p w:rsidR="00000000" w:rsidRDefault="003B0499">
          <w:pPr>
            <w:pStyle w:val="3E43F89B6FB149BDA54DFDEE8A876F28"/>
          </w:pPr>
          <w:r>
            <w:t>Grill Item 2</w:t>
          </w:r>
        </w:p>
      </w:docPartBody>
    </w:docPart>
    <w:docPart>
      <w:docPartPr>
        <w:name w:val="C5EB444054234205BCCC73911A153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45E3E-DF5D-43E2-8784-73ECCD7CC8A0}"/>
      </w:docPartPr>
      <w:docPartBody>
        <w:p w:rsidR="00000000" w:rsidRDefault="003B0499">
          <w:pPr>
            <w:pStyle w:val="C5EB444054234205BCCC73911A153219"/>
          </w:pPr>
          <w:r>
            <w:t>Dessert 1</w:t>
          </w:r>
        </w:p>
      </w:docPartBody>
    </w:docPart>
    <w:docPart>
      <w:docPartPr>
        <w:name w:val="07A4F61636F7491BB5C9E52254342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83F04-4D65-47CC-BBCA-E414B83E587E}"/>
      </w:docPartPr>
      <w:docPartBody>
        <w:p w:rsidR="00000000" w:rsidRDefault="003B0499">
          <w:pPr>
            <w:pStyle w:val="07A4F61636F7491BB5C9E52254342A0C"/>
          </w:pPr>
          <w:r>
            <w:t>Dessert 2</w:t>
          </w:r>
        </w:p>
      </w:docPartBody>
    </w:docPart>
    <w:docPart>
      <w:docPartPr>
        <w:name w:val="20A0230A295C45A880D28F6E31E46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71D44-57A9-495E-814A-0C23F4B3CDD1}"/>
      </w:docPartPr>
      <w:docPartBody>
        <w:p w:rsidR="00000000" w:rsidRDefault="003B0499">
          <w:pPr>
            <w:pStyle w:val="20A0230A295C45A880D28F6E31E461A2"/>
          </w:pPr>
          <w:r w:rsidRPr="001D2777">
            <w:t>Drink title</w:t>
          </w:r>
        </w:p>
      </w:docPartBody>
    </w:docPart>
    <w:docPart>
      <w:docPartPr>
        <w:name w:val="9221149F6CD44ED581C67180A4110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B218D-A593-4F2B-9C20-C676C31EB85F}"/>
      </w:docPartPr>
      <w:docPartBody>
        <w:p w:rsidR="00000000" w:rsidRDefault="003B0499">
          <w:pPr>
            <w:pStyle w:val="9221149F6CD44ED581C67180A4110FA0"/>
          </w:pPr>
          <w:r w:rsidRPr="001D2777">
            <w:t>Drink title</w:t>
          </w:r>
        </w:p>
      </w:docPartBody>
    </w:docPart>
    <w:docPart>
      <w:docPartPr>
        <w:name w:val="71BC1808F47044F5A81A9DF02EAEB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9E1F7-05DA-429B-9D62-1C182609FDEC}"/>
      </w:docPartPr>
      <w:docPartBody>
        <w:p w:rsidR="00000000" w:rsidRDefault="003B0499">
          <w:pPr>
            <w:pStyle w:val="71BC1808F47044F5A81A9DF02EAEBB41"/>
          </w:pPr>
          <w:r w:rsidRPr="001D2777">
            <w:t>Menu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499"/>
    <w:rsid w:val="003B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7CAF17E0F24CB7B736DF3FF5C5B200">
    <w:name w:val="877CAF17E0F24CB7B736DF3FF5C5B200"/>
  </w:style>
  <w:style w:type="paragraph" w:customStyle="1" w:styleId="D65F7EF411C7464290380DEA91328583">
    <w:name w:val="D65F7EF411C7464290380DEA91328583"/>
  </w:style>
  <w:style w:type="paragraph" w:customStyle="1" w:styleId="8A5955C4BE9A47BEB3889A43D0E38393">
    <w:name w:val="8A5955C4BE9A47BEB3889A43D0E38393"/>
  </w:style>
  <w:style w:type="paragraph" w:customStyle="1" w:styleId="5FBC095B762A4D869E533FB990872DE9">
    <w:name w:val="5FBC095B762A4D869E533FB990872DE9"/>
  </w:style>
  <w:style w:type="paragraph" w:customStyle="1" w:styleId="5C64CD7C106844858950A64A25ACEE12">
    <w:name w:val="5C64CD7C106844858950A64A25ACEE12"/>
  </w:style>
  <w:style w:type="paragraph" w:customStyle="1" w:styleId="3E43F89B6FB149BDA54DFDEE8A876F28">
    <w:name w:val="3E43F89B6FB149BDA54DFDEE8A876F28"/>
  </w:style>
  <w:style w:type="paragraph" w:customStyle="1" w:styleId="C5EB444054234205BCCC73911A153219">
    <w:name w:val="C5EB444054234205BCCC73911A153219"/>
  </w:style>
  <w:style w:type="paragraph" w:customStyle="1" w:styleId="07A4F61636F7491BB5C9E52254342A0C">
    <w:name w:val="07A4F61636F7491BB5C9E52254342A0C"/>
  </w:style>
  <w:style w:type="paragraph" w:customStyle="1" w:styleId="20A0230A295C45A880D28F6E31E461A2">
    <w:name w:val="20A0230A295C45A880D28F6E31E461A2"/>
  </w:style>
  <w:style w:type="paragraph" w:customStyle="1" w:styleId="9221149F6CD44ED581C67180A4110FA0">
    <w:name w:val="9221149F6CD44ED581C67180A4110FA0"/>
  </w:style>
  <w:style w:type="paragraph" w:customStyle="1" w:styleId="71BC1808F47044F5A81A9DF02EAEBB41">
    <w:name w:val="71BC1808F47044F5A81A9DF02EAEBB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14">
      <a:dk1>
        <a:srgbClr val="FFFFFF"/>
      </a:dk1>
      <a:lt1>
        <a:srgbClr val="000000"/>
      </a:lt1>
      <a:dk2>
        <a:srgbClr val="8C6239"/>
      </a:dk2>
      <a:lt2>
        <a:srgbClr val="F7931E"/>
      </a:lt2>
      <a:accent1>
        <a:srgbClr val="FCEE21"/>
      </a:accent1>
      <a:accent2>
        <a:srgbClr val="7CB611"/>
      </a:accent2>
      <a:accent3>
        <a:srgbClr val="9B442E"/>
      </a:accent3>
      <a:accent4>
        <a:srgbClr val="ED1C24"/>
      </a:accent4>
      <a:accent5>
        <a:srgbClr val="FC4E2B"/>
      </a:accent5>
      <a:accent6>
        <a:srgbClr val="F6A951"/>
      </a:accent6>
      <a:hlink>
        <a:srgbClr val="8C6239"/>
      </a:hlink>
      <a:folHlink>
        <a:srgbClr val="8C6239"/>
      </a:folHlink>
    </a:clrScheme>
    <a:fontScheme name="Custom 12">
      <a:majorFont>
        <a:latin typeface="Impact"/>
        <a:ea typeface=""/>
        <a:cs typeface=""/>
      </a:majorFont>
      <a:minorFont>
        <a:latin typeface="Rockwell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D3225-86EC-456E-8E6D-C099F79A0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9256D-CE7A-4EFC-99EA-6829E0049F8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E322FD59-4FA3-4C81-90BC-0920BC663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0575C-AC64-4124-93D7-A70570A01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Football party menu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2020-04-15T07:43:00Z</dcterms:created>
  <dcterms:modified xsi:type="dcterms:W3CDTF">2020-04-15T07:45:00Z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