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241C5" w14:textId="77777777" w:rsidR="00756B5A" w:rsidRDefault="00A82F39" w:rsidP="00B17D0F">
      <w:r>
        <w:rPr>
          <w:noProof/>
          <w:lang w:eastAsia="en-US"/>
        </w:rPr>
        <mc:AlternateContent>
          <mc:Choice Requires="wps">
            <w:drawing>
              <wp:inline distT="0" distB="0" distL="0" distR="0" wp14:anchorId="28A772B4" wp14:editId="065467F2">
                <wp:extent cx="2668555" cy="410547"/>
                <wp:effectExtent l="0" t="0" r="17780" b="27940"/>
                <wp:docPr id="78" name="Rectangle 78" descr="Insert logo here"/>
                <wp:cNvGraphicFramePr/>
                <a:graphic xmlns:a="http://schemas.openxmlformats.org/drawingml/2006/main">
                  <a:graphicData uri="http://schemas.microsoft.com/office/word/2010/wordprocessingShape">
                    <wps:wsp>
                      <wps:cNvSpPr/>
                      <wps:spPr>
                        <a:xfrm>
                          <a:off x="0" y="0"/>
                          <a:ext cx="2668555" cy="410547"/>
                        </a:xfrm>
                        <a:prstGeom prst="rect">
                          <a:avLst/>
                        </a:prstGeom>
                        <a:noFill/>
                        <a:ln w="2540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86D4B2" w14:textId="77777777" w:rsidR="00A82F39" w:rsidRPr="009B01A7" w:rsidRDefault="00A82F39" w:rsidP="00A82F39">
                            <w:pPr>
                              <w:spacing w:line="240" w:lineRule="auto"/>
                              <w:jc w:val="center"/>
                              <w:rPr>
                                <w:color w:val="39302A" w:themeColor="text2"/>
                                <w:sz w:val="40"/>
                              </w:rPr>
                            </w:pPr>
                            <w:r w:rsidRPr="009B01A7">
                              <w:rPr>
                                <w:color w:val="39302A" w:themeColor="text2"/>
                                <w:sz w:val="40"/>
                              </w:rPr>
                              <w:t>LOGO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inline>
            </w:drawing>
          </mc:Choice>
          <mc:Fallback>
            <w:pict>
              <v:rect w14:anchorId="28A772B4" id="Rectangle 78" o:spid="_x0000_s1026" alt="Insert logo here" style="width:210.1pt;height:32.3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" filled="f" strokecolor="#39302a [3215]" strokeweight="2pt">
                <v:textbox>
                  <w:txbxContent>
                    <w:p w14:paraId="2F86D4B2" w14:textId="77777777" w:rsidR="00A82F39" w:rsidRPr="009B01A7" w:rsidRDefault="00A82F39" w:rsidP="00A82F39">
                      <w:pPr>
                        <w:spacing w:line="240" w:lineRule="auto"/>
                        <w:jc w:val="center"/>
                        <w:rPr>
                          <w:color w:val="39302A" w:themeColor="text2"/>
                          <w:sz w:val="40"/>
                        </w:rPr>
                      </w:pPr>
                      <w:r w:rsidRPr="009B01A7">
                        <w:rPr>
                          <w:color w:val="39302A" w:themeColor="text2"/>
                          <w:sz w:val="40"/>
                        </w:rPr>
                        <w:t>LOGO</w:t>
                      </w:r>
                    </w:p>
                  </w:txbxContent>
                </v:textbox>
                <w10:anchorlock/>
              </v:rect>
            </w:pict>
          </mc:Fallback>
        </mc:AlternateContent>
      </w:r>
    </w:p>
    <w:p w14:paraId="6791E95F" w14:textId="77777777" w:rsidR="003F1C6D" w:rsidRDefault="00705AA4" w:rsidP="003F1C6D">
      <w:pPr>
        <w:pStyle w:val="Heading1"/>
        <w:spacing w:line="360" w:lineRule="auto"/>
      </w:pPr>
      <w:sdt>
        <w:sdtPr>
          <w:id w:val="-283814346"/>
          <w:placeholder>
            <w:docPart w:val="15036343814749BFB6E620CA9673BE50"/>
          </w:placeholder>
          <w:temporary/>
          <w:showingPlcHdr/>
          <w15:appearance w15:val="hidden"/>
        </w:sdtPr>
        <w:sdtEndPr/>
        <w:sdtContent>
          <w:r w:rsidR="003F1C6D">
            <w:t>Memorandum</w:t>
          </w:r>
        </w:sdtContent>
      </w:sdt>
    </w:p>
    <w:p w14:paraId="63B2D44D" w14:textId="77777777" w:rsidR="00756B5A" w:rsidRDefault="008678F9" w:rsidP="0089364C">
      <w:pPr>
        <w:pStyle w:val="ContactInfo"/>
        <w:spacing w:line="360" w:lineRule="auto"/>
      </w:pPr>
      <w:r w:rsidRPr="000E56D7">
        <w:rPr>
          <w:b/>
        </w:rPr>
        <w:t>To:</w:t>
      </w:r>
      <w:r>
        <w:t xml:space="preserve"> </w:t>
      </w:r>
    </w:p>
    <w:p w14:paraId="5E87724D" w14:textId="77777777" w:rsidR="00756B5A" w:rsidRDefault="008678F9" w:rsidP="0089364C">
      <w:pPr>
        <w:pStyle w:val="ContactInfo"/>
        <w:spacing w:line="360" w:lineRule="auto"/>
      </w:pPr>
      <w:r w:rsidRPr="000E56D7">
        <w:rPr>
          <w:b/>
        </w:rPr>
        <w:t>From</w:t>
      </w:r>
      <w:r>
        <w:t xml:space="preserve">: </w:t>
      </w:r>
      <w:sdt>
        <w:sdtPr>
          <w:id w:val="1994678636"/>
          <w:placeholder>
            <w:docPart w:val="23D7521C88794B4892A41FB23B79246A"/>
          </w:placeholder>
          <w:temporary/>
          <w:showingPlcHdr/>
          <w15:appearance w15:val="hidden"/>
        </w:sdtPr>
        <w:sdtEndPr/>
        <w:sdtContent>
          <w:proofErr w:type="gramStart"/>
          <w:r w:rsidR="000E56D7" w:rsidRPr="000E56D7">
            <w:t>Your</w:t>
          </w:r>
          <w:proofErr w:type="gramEnd"/>
          <w:r w:rsidR="000E56D7" w:rsidRPr="000E56D7">
            <w:t xml:space="preserve"> Name</w:t>
          </w:r>
        </w:sdtContent>
      </w:sdt>
    </w:p>
    <w:p w14:paraId="0D38D622" w14:textId="4BB7FCEA" w:rsidR="00756B5A" w:rsidRDefault="00F57805" w:rsidP="0089364C">
      <w:pPr>
        <w:pStyle w:val="ContactInfo"/>
        <w:spacing w:line="360" w:lineRule="auto"/>
      </w:pPr>
      <w:r>
        <w:rPr>
          <w:b/>
          <w:noProof/>
        </w:rPr>
        <mc:AlternateContent>
          <mc:Choice Requires="wps">
            <w:drawing>
              <wp:anchor distT="0" distB="0" distL="114300" distR="114300" simplePos="0" relativeHeight="251659264" behindDoc="0" locked="0" layoutInCell="1" allowOverlap="1" wp14:anchorId="6C6E77AB" wp14:editId="5B7C8EDB">
                <wp:simplePos x="0" y="0"/>
                <wp:positionH relativeFrom="margin">
                  <wp:align>left</wp:align>
                </wp:positionH>
                <wp:positionV relativeFrom="paragraph">
                  <wp:posOffset>6768465</wp:posOffset>
                </wp:positionV>
                <wp:extent cx="3400425" cy="4953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400425" cy="495300"/>
                        </a:xfrm>
                        <a:prstGeom prst="rect">
                          <a:avLst/>
                        </a:prstGeom>
                        <a:noFill/>
                        <a:ln w="6350">
                          <a:noFill/>
                        </a:ln>
                      </wps:spPr>
                      <wps:txbx>
                        <w:txbxContent>
                          <w:p w14:paraId="2C3B9F20" w14:textId="4E19B7DE" w:rsidR="00F57805" w:rsidRPr="00F57805" w:rsidRDefault="00F57805">
                            <w:pPr>
                              <w:rPr>
                                <w:color w:val="0D0D0D" w:themeColor="text1" w:themeTint="F2"/>
                                <w:sz w:val="36"/>
                                <w:szCs w:val="36"/>
                              </w:rPr>
                            </w:pPr>
                            <w:bookmarkStart w:id="0" w:name="_GoBack"/>
                            <w:r w:rsidRPr="00F57805">
                              <w:rPr>
                                <w:color w:val="0D0D0D" w:themeColor="text1" w:themeTint="F2"/>
                                <w:sz w:val="36"/>
                                <w:szCs w:val="36"/>
                              </w:rPr>
                              <w:t>www.wordtemplates.org</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6E77AB" id="_x0000_t202" coordsize="21600,21600" o:spt="202" path="m,l,21600r21600,l21600,xe">
                <v:stroke joinstyle="miter"/>
                <v:path gradientshapeok="t" o:connecttype="rect"/>
              </v:shapetype>
              <v:shape id="Text Box 2" o:spid="_x0000_s1027" type="#_x0000_t202" style="position:absolute;margin-left:0;margin-top:532.95pt;width:267.75pt;height:39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" filled="f" stroked="f" strokeweight=".5pt">
                <v:textbox>
                  <w:txbxContent>
                    <w:p w14:paraId="2C3B9F20" w14:textId="4E19B7DE" w:rsidR="00F57805" w:rsidRPr="00F57805" w:rsidRDefault="00F57805">
                      <w:pPr>
                        <w:rPr>
                          <w:color w:val="0D0D0D" w:themeColor="text1" w:themeTint="F2"/>
                          <w:sz w:val="36"/>
                          <w:szCs w:val="36"/>
                        </w:rPr>
                      </w:pPr>
                      <w:bookmarkStart w:id="1" w:name="_GoBack"/>
                      <w:r w:rsidRPr="00F57805">
                        <w:rPr>
                          <w:color w:val="0D0D0D" w:themeColor="text1" w:themeTint="F2"/>
                          <w:sz w:val="36"/>
                          <w:szCs w:val="36"/>
                        </w:rPr>
                        <w:t>www.wordtemplates.org</w:t>
                      </w:r>
                      <w:bookmarkEnd w:id="1"/>
                    </w:p>
                  </w:txbxContent>
                </v:textbox>
                <w10:wrap anchorx="margin"/>
              </v:shape>
            </w:pict>
          </mc:Fallback>
        </mc:AlternateContent>
      </w:r>
      <w:r w:rsidR="008678F9" w:rsidRPr="000E56D7">
        <w:rPr>
          <w:b/>
        </w:rPr>
        <w:t>CC</w:t>
      </w:r>
      <w:r w:rsidR="008678F9">
        <w:t xml:space="preserve">: </w:t>
      </w:r>
      <w:sdt>
        <w:sdtPr>
          <w:id w:val="1985268955"/>
          <w:placeholder>
            <w:docPart w:val="AA08BC1B549649C7A798BB32050693AF"/>
          </w:placeholder>
          <w:temporary/>
          <w:showingPlcHdr/>
          <w15:appearance w15:val="hidden"/>
        </w:sdtPr>
        <w:sdtEndPr/>
        <w:sdtContent>
          <w:r w:rsidR="000E56D7" w:rsidRPr="000E56D7">
            <w:t>Other recipients</w:t>
          </w:r>
        </w:sdtContent>
      </w:sdt>
    </w:p>
    <w:sdt>
      <w:sdtPr>
        <w:id w:val="943189299"/>
        <w:placeholder>
          <w:docPart w:val="6DFC6AF1F84C418181E7EB56BEA61474"/>
        </w:placeholder>
        <w:temporary/>
        <w:showingPlcHdr/>
        <w15:appearance w15:val="hidden"/>
      </w:sdtPr>
      <w:sdtEndPr/>
      <w:sdtContent>
        <w:p w14:paraId="587B87E1" w14:textId="77777777" w:rsidR="00756B5A" w:rsidRDefault="008678F9" w:rsidP="0089364C">
          <w:pPr>
            <w:pStyle w:val="Heading2"/>
            <w:spacing w:line="360" w:lineRule="auto"/>
          </w:pPr>
          <w:r>
            <w:t>Some of the sample text in this document indicates the name of the style applied, so that you can easily apply the same formatting again. To get started right away, just tap any placeholder text (such as this) and start typing.</w:t>
          </w:r>
        </w:p>
      </w:sdtContent>
    </w:sdt>
    <w:sdt>
      <w:sdtPr>
        <w:id w:val="1290013451"/>
        <w:placeholder>
          <w:docPart w:val="C4BF6ACE8BA24B8F88DF888A18137DD7"/>
        </w:placeholder>
        <w:temporary/>
        <w:showingPlcHdr/>
        <w15:appearance w15:val="hidden"/>
      </w:sdtPr>
      <w:sdtEndPr/>
      <w:sdtContent>
        <w:p w14:paraId="16189F0E" w14:textId="77777777" w:rsidR="000E56D7" w:rsidRPr="00F3778A" w:rsidRDefault="000E56D7" w:rsidP="000E56D7">
          <w:r w:rsidRPr="00F3778A">
            <w:t>View and edit this document in Word on your computer, tablet, or phone. You can edit text; easily insert content such as pictures, shapes, or tables; and seamlessly save the document to the cloud from Word on your Windows, Mac, Android, or iOS device.</w:t>
          </w:r>
        </w:p>
        <w:p w14:paraId="499A872B" w14:textId="77777777" w:rsidR="000E56D7" w:rsidRPr="00F3778A" w:rsidRDefault="000E56D7" w:rsidP="000E56D7">
          <w:r w:rsidRPr="00F3778A">
            <w:t>Want to insert a picture from your files or add a shape, text box, or table? You got it! On the Insert tab of the ribbon, just tap the option you need.</w:t>
          </w:r>
        </w:p>
        <w:p w14:paraId="48406778" w14:textId="77777777" w:rsidR="000E56D7" w:rsidRDefault="000E56D7" w:rsidP="000E56D7">
          <w:r w:rsidRPr="00F3778A">
            <w:t>Find even more easy-to-use tools on the Insert tab, such as to add a hyperlink or insert a comment.</w:t>
          </w:r>
        </w:p>
        <w:p w14:paraId="69CE412E" w14:textId="77777777" w:rsidR="000E56D7" w:rsidRDefault="000E56D7" w:rsidP="000E56D7">
          <w:r>
            <w:t>To update the contact information at the bottom of the document, double click in the footer, select the item you wish to update, and begin typing!</w:t>
          </w:r>
        </w:p>
      </w:sdtContent>
    </w:sdt>
    <w:sectPr w:rsidR="000E56D7" w:rsidSect="00B17D0F">
      <w:headerReference w:type="default" r:id="rId10"/>
      <w:footerReference w:type="default" r:id="rId11"/>
      <w:headerReference w:type="first" r:id="rId12"/>
      <w:footerReference w:type="first" r:id="rId13"/>
      <w:pgSz w:w="12240" w:h="15840" w:code="1"/>
      <w:pgMar w:top="605" w:right="1080" w:bottom="1440" w:left="1080" w:header="60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9DF89" w14:textId="77777777" w:rsidR="00705AA4" w:rsidRDefault="00705AA4">
      <w:pPr>
        <w:spacing w:after="0" w:line="240" w:lineRule="auto"/>
      </w:pPr>
      <w:r>
        <w:separator/>
      </w:r>
    </w:p>
    <w:p w14:paraId="48A15D91" w14:textId="77777777" w:rsidR="00705AA4" w:rsidRDefault="00705AA4"/>
  </w:endnote>
  <w:endnote w:type="continuationSeparator" w:id="0">
    <w:p w14:paraId="225CD5A3" w14:textId="77777777" w:rsidR="00705AA4" w:rsidRDefault="00705AA4">
      <w:pPr>
        <w:spacing w:after="0" w:line="240" w:lineRule="auto"/>
      </w:pPr>
      <w:r>
        <w:continuationSeparator/>
      </w:r>
    </w:p>
    <w:p w14:paraId="5E7C9FA9" w14:textId="77777777" w:rsidR="00705AA4" w:rsidRDefault="00705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356603"/>
      <w:docPartObj>
        <w:docPartGallery w:val="Page Numbers (Bottom of Page)"/>
        <w:docPartUnique/>
      </w:docPartObj>
    </w:sdtPr>
    <w:sdtEndPr>
      <w:rPr>
        <w:noProof/>
      </w:rPr>
    </w:sdtEndPr>
    <w:sdtContent>
      <w:p w14:paraId="56DD37BB" w14:textId="77777777" w:rsidR="00756B5A" w:rsidRDefault="008678F9" w:rsidP="000E56D7">
        <w:pPr>
          <w:pStyle w:val="Footer"/>
        </w:pPr>
        <w:r>
          <w:fldChar w:fldCharType="begin"/>
        </w:r>
        <w:r>
          <w:instrText xml:space="preserve"> PAGE   \* MERGEFORMAT </w:instrText>
        </w:r>
        <w:r>
          <w:fldChar w:fldCharType="separate"/>
        </w:r>
        <w:r>
          <w:rPr>
            <w:noProof/>
          </w:rPr>
          <w:t>2</w:t>
        </w:r>
        <w:r>
          <w:rPr>
            <w:noProof/>
          </w:rPr>
          <w:fldChar w:fldCharType="end"/>
        </w:r>
      </w:p>
    </w:sdtContent>
  </w:sdt>
  <w:p w14:paraId="7FAFD719" w14:textId="77777777" w:rsidR="00220381" w:rsidRDefault="002203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007616"/>
      <w:placeholder>
        <w:docPart w:val="C4BF6ACE8BA24B8F88DF888A18137DD7"/>
      </w:placeholder>
      <w:temporary/>
      <w:showingPlcHdr/>
      <w15:appearance w15:val="hidden"/>
    </w:sdtPr>
    <w:sdtEndPr/>
    <w:sdtContent>
      <w:p w14:paraId="1528C529" w14:textId="77777777" w:rsidR="000E56D7" w:rsidRPr="00F70692" w:rsidRDefault="000E56D7" w:rsidP="000E56D7">
        <w:pPr>
          <w:pStyle w:val="Footer"/>
        </w:pPr>
        <w:r w:rsidRPr="00232314">
          <w:t>STREET ADDRESS, CITY</w:t>
        </w:r>
        <w:r w:rsidR="000E191D">
          <w:t xml:space="preserve">, STATE </w:t>
        </w:r>
        <w:r w:rsidRPr="00232314">
          <w:t xml:space="preserve"> ZIP CODE</w:t>
        </w:r>
      </w:p>
    </w:sdtContent>
  </w:sdt>
  <w:p w14:paraId="58206818" w14:textId="77777777" w:rsidR="00756B5A" w:rsidRDefault="000E56D7" w:rsidP="000E56D7">
    <w:pPr>
      <w:pStyle w:val="Footer"/>
    </w:pPr>
    <w:r w:rsidRPr="000E56D7">
      <w:rPr>
        <w:b/>
      </w:rPr>
      <w:t>T</w:t>
    </w:r>
    <w:r w:rsidRPr="00232314">
      <w:t xml:space="preserve">: </w:t>
    </w:r>
    <w:sdt>
      <w:sdtPr>
        <w:id w:val="2035914366"/>
        <w:temporary/>
        <w:showingPlcHdr/>
        <w15:appearance w15:val="hidden"/>
      </w:sdtPr>
      <w:sdtEndPr/>
      <w:sdtContent>
        <w:r w:rsidRPr="00C7085C">
          <w:t>T</w:t>
        </w:r>
        <w:r w:rsidR="000E191D">
          <w:t>E</w:t>
        </w:r>
        <w:r w:rsidRPr="00C7085C">
          <w:t>LEPHONE</w:t>
        </w:r>
      </w:sdtContent>
    </w:sdt>
    <w:r>
      <w:t xml:space="preserve">  </w:t>
    </w:r>
    <w:r w:rsidRPr="000E56D7">
      <w:rPr>
        <w:b/>
      </w:rPr>
      <w:t>W</w:t>
    </w:r>
    <w:r w:rsidRPr="00232314">
      <w:t xml:space="preserve">: </w:t>
    </w:r>
    <w:sdt>
      <w:sdtPr>
        <w:id w:val="-1167329542"/>
        <w:temporary/>
        <w:showingPlcHdr/>
        <w15:appearance w15:val="hidden"/>
      </w:sdtPr>
      <w:sdtEndPr/>
      <w:sdtContent>
        <w:r w:rsidRPr="00C7085C">
          <w:t>WEBSITE</w:t>
        </w:r>
      </w:sdtContent>
    </w:sdt>
    <w:r w:rsidRPr="009B01A7">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3EE8F" w14:textId="77777777" w:rsidR="00705AA4" w:rsidRDefault="00705AA4">
      <w:pPr>
        <w:spacing w:after="0" w:line="240" w:lineRule="auto"/>
      </w:pPr>
      <w:r>
        <w:separator/>
      </w:r>
    </w:p>
    <w:p w14:paraId="62939553" w14:textId="77777777" w:rsidR="00705AA4" w:rsidRDefault="00705AA4"/>
  </w:footnote>
  <w:footnote w:type="continuationSeparator" w:id="0">
    <w:p w14:paraId="3E215585" w14:textId="77777777" w:rsidR="00705AA4" w:rsidRDefault="00705AA4">
      <w:pPr>
        <w:spacing w:after="0" w:line="240" w:lineRule="auto"/>
      </w:pPr>
      <w:r>
        <w:continuationSeparator/>
      </w:r>
    </w:p>
    <w:p w14:paraId="1FDA930E" w14:textId="77777777" w:rsidR="00705AA4" w:rsidRDefault="00705A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14:paraId="294D0419" w14:textId="77777777">
      <w:trPr>
        <w:trHeight w:val="576"/>
      </w:trPr>
      <w:tc>
        <w:tcPr>
          <w:tcW w:w="7920" w:type="dxa"/>
        </w:tcPr>
        <w:p w14:paraId="2B34F2A2" w14:textId="77777777" w:rsidR="00756B5A" w:rsidRDefault="00756B5A">
          <w:pPr>
            <w:pStyle w:val="Header"/>
          </w:pPr>
        </w:p>
      </w:tc>
    </w:tr>
  </w:tbl>
  <w:p w14:paraId="0AA3055B" w14:textId="77777777" w:rsidR="00756B5A" w:rsidRDefault="00756B5A">
    <w:pPr>
      <w:pStyle w:val="Header"/>
    </w:pPr>
  </w:p>
  <w:p w14:paraId="2B113878" w14:textId="77777777" w:rsidR="00220381" w:rsidRDefault="0022038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3BC4" w14:textId="77777777" w:rsidR="00756B5A" w:rsidRDefault="00CB7D11">
    <w:pPr>
      <w:pStyle w:val="Header"/>
    </w:pPr>
    <w:r>
      <w:rPr>
        <w:noProof/>
        <w:lang w:eastAsia="en-US"/>
      </w:rPr>
      <mc:AlternateContent>
        <mc:Choice Requires="wpg">
          <w:drawing>
            <wp:anchor distT="0" distB="0" distL="114300" distR="114300" simplePos="0" relativeHeight="251687936" behindDoc="0" locked="0" layoutInCell="1" allowOverlap="1" wp14:anchorId="765D2F01" wp14:editId="6FE140FB">
              <wp:simplePos x="0" y="0"/>
              <wp:positionH relativeFrom="column">
                <wp:posOffset>-762000</wp:posOffset>
              </wp:positionH>
              <wp:positionV relativeFrom="paragraph">
                <wp:posOffset>-434975</wp:posOffset>
              </wp:positionV>
              <wp:extent cx="7887819" cy="10141373"/>
              <wp:effectExtent l="0" t="0" r="0" b="0"/>
              <wp:wrapNone/>
              <wp:docPr id="8" name="Group 8">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7887819" cy="10141373"/>
                        <a:chOff x="0" y="0"/>
                        <a:chExt cx="7887819" cy="10141373"/>
                      </a:xfrm>
                    </wpg:grpSpPr>
                    <wps:wsp>
                      <wps:cNvPr id="6" name="Straight Connector 6" title="Line design element"/>
                      <wps:cNvCnPr/>
                      <wps:spPr>
                        <a:xfrm>
                          <a:off x="762000" y="919480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wpg:grpSp>
                      <wpg:cNvPr id="30" name="Group 28"/>
                      <wpg:cNvGrpSpPr/>
                      <wpg:grpSpPr>
                        <a:xfrm>
                          <a:off x="4876800" y="0"/>
                          <a:ext cx="3011019" cy="2402898"/>
                          <a:chOff x="0" y="0"/>
                          <a:chExt cx="7105861" cy="5671156"/>
                        </a:xfrm>
                      </wpg:grpSpPr>
                      <wps:wsp>
                        <wps:cNvPr id="31" name="Freeform: Shape 31"/>
                        <wps:cNvSpPr/>
                        <wps:spPr>
                          <a:xfrm>
                            <a:off x="4102030" y="2779912"/>
                            <a:ext cx="1617940" cy="1516352"/>
                          </a:xfrm>
                          <a:custGeom>
                            <a:avLst/>
                            <a:gdLst>
                              <a:gd name="connsiteX0" fmla="*/ 975520 w 1516351"/>
                              <a:gd name="connsiteY0" fmla="*/ 75818 h 1516351"/>
                              <a:gd name="connsiteX1" fmla="*/ 1460752 w 1516351"/>
                              <a:gd name="connsiteY1" fmla="*/ 561050 h 1516351"/>
                              <a:gd name="connsiteX2" fmla="*/ 1460752 w 1516351"/>
                              <a:gd name="connsiteY2" fmla="*/ 1460752 h 1516351"/>
                              <a:gd name="connsiteX3" fmla="*/ 75818 w 1516351"/>
                              <a:gd name="connsiteY3" fmla="*/ 1460752 h 1516351"/>
                              <a:gd name="connsiteX4" fmla="*/ 75818 w 1516351"/>
                              <a:gd name="connsiteY4" fmla="*/ 75818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cubicBezTo>
                                  <a:pt x="1238354" y="75818"/>
                                  <a:pt x="1460752" y="288107"/>
                                  <a:pt x="1460752" y="561050"/>
                                </a:cubicBezTo>
                                <a:lnTo>
                                  <a:pt x="1460752" y="1460752"/>
                                </a:lnTo>
                                <a:lnTo>
                                  <a:pt x="75818" y="1460752"/>
                                </a:lnTo>
                                <a:lnTo>
                                  <a:pt x="75818" y="75818"/>
                                </a:lnTo>
                                <a:lnTo>
                                  <a:pt x="975520" y="75818"/>
                                </a:lnTo>
                                <a:close/>
                              </a:path>
                            </a:pathLst>
                          </a:custGeom>
                          <a:solidFill>
                            <a:schemeClr val="accent2">
                              <a:lumMod val="40000"/>
                              <a:lumOff val="60000"/>
                            </a:scheme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reeform: Shape 64"/>
                        <wps:cNvSpPr/>
                        <wps:spPr>
                          <a:xfrm>
                            <a:off x="2400891" y="75818"/>
                            <a:ext cx="4629928" cy="4650147"/>
                          </a:xfrm>
                          <a:custGeom>
                            <a:avLst/>
                            <a:gdLst>
                              <a:gd name="connsiteX0" fmla="*/ 0 w 4629928"/>
                              <a:gd name="connsiteY0" fmla="*/ 0 h 4650147"/>
                              <a:gd name="connsiteX1" fmla="*/ 4619819 w 4629928"/>
                              <a:gd name="connsiteY1" fmla="*/ 0 h 4650147"/>
                              <a:gd name="connsiteX2" fmla="*/ 4629928 w 4629928"/>
                              <a:gd name="connsiteY2" fmla="*/ 0 h 4650147"/>
                              <a:gd name="connsiteX3" fmla="*/ 4629928 w 4629928"/>
                              <a:gd name="connsiteY3" fmla="*/ 4650147 h 4650147"/>
                              <a:gd name="connsiteX4" fmla="*/ 4144695 w 4629928"/>
                              <a:gd name="connsiteY4" fmla="*/ 4164914 h 4650147"/>
                              <a:gd name="connsiteX5" fmla="*/ 3255102 w 4629928"/>
                              <a:gd name="connsiteY5" fmla="*/ 4164914 h 4650147"/>
                              <a:gd name="connsiteX6" fmla="*/ 3255102 w 4629928"/>
                              <a:gd name="connsiteY6" fmla="*/ 3265212 h 4650147"/>
                              <a:gd name="connsiteX7" fmla="*/ 2769869 w 4629928"/>
                              <a:gd name="connsiteY7" fmla="*/ 2779979 h 4650147"/>
                              <a:gd name="connsiteX8" fmla="*/ 1870167 w 4629928"/>
                              <a:gd name="connsiteY8" fmla="*/ 2779979 h 4650147"/>
                              <a:gd name="connsiteX9" fmla="*/ 1870167 w 4629928"/>
                              <a:gd name="connsiteY9" fmla="*/ 3558373 h 4650147"/>
                              <a:gd name="connsiteX10" fmla="*/ 1860060 w 4629928"/>
                              <a:gd name="connsiteY10" fmla="*/ 3552693 h 4650147"/>
                              <a:gd name="connsiteX11" fmla="*/ 1860060 w 4629928"/>
                              <a:gd name="connsiteY11" fmla="*/ 4154805 h 4650147"/>
                              <a:gd name="connsiteX12" fmla="*/ 960357 w 4629928"/>
                              <a:gd name="connsiteY12" fmla="*/ 4154805 h 4650147"/>
                              <a:gd name="connsiteX13" fmla="*/ 475124 w 4629928"/>
                              <a:gd name="connsiteY13" fmla="*/ 3669573 h 4650147"/>
                              <a:gd name="connsiteX14" fmla="*/ 475124 w 4629928"/>
                              <a:gd name="connsiteY14" fmla="*/ 2769870 h 4650147"/>
                              <a:gd name="connsiteX15" fmla="*/ 485232 w 4629928"/>
                              <a:gd name="connsiteY15" fmla="*/ 2769870 h 4650147"/>
                              <a:gd name="connsiteX16" fmla="*/ 485232 w 4629928"/>
                              <a:gd name="connsiteY16" fmla="*/ 485232 h 4650147"/>
                              <a:gd name="connsiteX17" fmla="*/ 0 w 4629928"/>
                              <a:gd name="connsiteY17" fmla="*/ 0 h 46501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629928" h="4650147">
                                <a:moveTo>
                                  <a:pt x="0" y="0"/>
                                </a:moveTo>
                                <a:lnTo>
                                  <a:pt x="4619819" y="0"/>
                                </a:lnTo>
                                <a:lnTo>
                                  <a:pt x="4629928" y="0"/>
                                </a:lnTo>
                                <a:lnTo>
                                  <a:pt x="4629928" y="4650147"/>
                                </a:lnTo>
                                <a:cubicBezTo>
                                  <a:pt x="4629928" y="4377203"/>
                                  <a:pt x="4407529" y="4164914"/>
                                  <a:pt x="4144695" y="4164914"/>
                                </a:cubicBezTo>
                                <a:lnTo>
                                  <a:pt x="3255102" y="4164914"/>
                                </a:lnTo>
                                <a:lnTo>
                                  <a:pt x="3255102" y="3265212"/>
                                </a:lnTo>
                                <a:cubicBezTo>
                                  <a:pt x="3255102" y="2992269"/>
                                  <a:pt x="3032704" y="2779979"/>
                                  <a:pt x="2769869" y="2779979"/>
                                </a:cubicBezTo>
                                <a:lnTo>
                                  <a:pt x="1870167" y="2779979"/>
                                </a:lnTo>
                                <a:lnTo>
                                  <a:pt x="1870167" y="3558373"/>
                                </a:lnTo>
                                <a:lnTo>
                                  <a:pt x="1860060" y="3552693"/>
                                </a:lnTo>
                                <a:lnTo>
                                  <a:pt x="1860060" y="4154805"/>
                                </a:lnTo>
                                <a:lnTo>
                                  <a:pt x="960357" y="4154805"/>
                                </a:lnTo>
                                <a:cubicBezTo>
                                  <a:pt x="697522" y="4154805"/>
                                  <a:pt x="475124" y="3942516"/>
                                  <a:pt x="475124" y="3669573"/>
                                </a:cubicBezTo>
                                <a:lnTo>
                                  <a:pt x="475124" y="2769870"/>
                                </a:lnTo>
                                <a:lnTo>
                                  <a:pt x="485232" y="2769870"/>
                                </a:lnTo>
                                <a:lnTo>
                                  <a:pt x="485232" y="485232"/>
                                </a:lnTo>
                                <a:cubicBezTo>
                                  <a:pt x="485232" y="212289"/>
                                  <a:pt x="262834" y="0"/>
                                  <a:pt x="0" y="0"/>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reeform: Shape 65"/>
                        <wps:cNvSpPr/>
                        <wps:spPr>
                          <a:xfrm>
                            <a:off x="5589509" y="4154804"/>
                            <a:ext cx="1516352" cy="1516352"/>
                          </a:xfrm>
                          <a:custGeom>
                            <a:avLst/>
                            <a:gdLst>
                              <a:gd name="connsiteX0" fmla="*/ 975520 w 1516351"/>
                              <a:gd name="connsiteY0" fmla="*/ 75818 h 1516351"/>
                              <a:gd name="connsiteX1" fmla="*/ 75818 w 1516351"/>
                              <a:gd name="connsiteY1" fmla="*/ 75818 h 1516351"/>
                              <a:gd name="connsiteX2" fmla="*/ 75818 w 1516351"/>
                              <a:gd name="connsiteY2" fmla="*/ 1491079 h 1516351"/>
                              <a:gd name="connsiteX3" fmla="*/ 1460753 w 1516351"/>
                              <a:gd name="connsiteY3" fmla="*/ 1491079 h 1516351"/>
                              <a:gd name="connsiteX4" fmla="*/ 1460753 w 1516351"/>
                              <a:gd name="connsiteY4" fmla="*/ 550941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lnTo>
                                  <a:pt x="75818" y="75818"/>
                                </a:lnTo>
                                <a:lnTo>
                                  <a:pt x="75818" y="1491079"/>
                                </a:lnTo>
                                <a:lnTo>
                                  <a:pt x="1460753" y="1491079"/>
                                </a:lnTo>
                                <a:lnTo>
                                  <a:pt x="1460753" y="550941"/>
                                </a:lnTo>
                                <a:cubicBezTo>
                                  <a:pt x="1450643" y="298216"/>
                                  <a:pt x="1238354" y="75818"/>
                                  <a:pt x="975520"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reeform: Shape 66"/>
                        <wps:cNvSpPr/>
                        <wps:spPr>
                          <a:xfrm>
                            <a:off x="4102030" y="4154705"/>
                            <a:ext cx="1617940" cy="1516352"/>
                          </a:xfrm>
                          <a:custGeom>
                            <a:avLst/>
                            <a:gdLst>
                              <a:gd name="connsiteX0" fmla="*/ 1460752 w 1516351"/>
                              <a:gd name="connsiteY0" fmla="*/ 75818 h 1516351"/>
                              <a:gd name="connsiteX1" fmla="*/ 75818 w 1516351"/>
                              <a:gd name="connsiteY1" fmla="*/ 75818 h 1516351"/>
                              <a:gd name="connsiteX2" fmla="*/ 75818 w 1516351"/>
                              <a:gd name="connsiteY2" fmla="*/ 1015956 h 1516351"/>
                              <a:gd name="connsiteX3" fmla="*/ 561050 w 1516351"/>
                              <a:gd name="connsiteY3" fmla="*/ 1501189 h 1516351"/>
                              <a:gd name="connsiteX4" fmla="*/ 1460752 w 1516351"/>
                              <a:gd name="connsiteY4" fmla="*/ 1501189 h 1516351"/>
                              <a:gd name="connsiteX5" fmla="*/ 1460752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2" y="75818"/>
                                </a:moveTo>
                                <a:lnTo>
                                  <a:pt x="75818" y="75818"/>
                                </a:lnTo>
                                <a:lnTo>
                                  <a:pt x="75818" y="1015956"/>
                                </a:lnTo>
                                <a:cubicBezTo>
                                  <a:pt x="75818" y="1278790"/>
                                  <a:pt x="288107" y="1501189"/>
                                  <a:pt x="561050" y="1501189"/>
                                </a:cubicBezTo>
                                <a:lnTo>
                                  <a:pt x="1460752" y="1501189"/>
                                </a:lnTo>
                                <a:lnTo>
                                  <a:pt x="1460752"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reeform: Shape 67"/>
                        <wps:cNvSpPr/>
                        <wps:spPr>
                          <a:xfrm>
                            <a:off x="1415262" y="0"/>
                            <a:ext cx="1516352" cy="2931614"/>
                          </a:xfrm>
                          <a:custGeom>
                            <a:avLst/>
                            <a:gdLst>
                              <a:gd name="connsiteX0" fmla="*/ 985629 w 1516351"/>
                              <a:gd name="connsiteY0" fmla="*/ 75818 h 2931613"/>
                              <a:gd name="connsiteX1" fmla="*/ 75818 w 1516351"/>
                              <a:gd name="connsiteY1" fmla="*/ 75818 h 2931613"/>
                              <a:gd name="connsiteX2" fmla="*/ 75818 w 1516351"/>
                              <a:gd name="connsiteY2" fmla="*/ 2370564 h 2931613"/>
                              <a:gd name="connsiteX3" fmla="*/ 561050 w 1516351"/>
                              <a:gd name="connsiteY3" fmla="*/ 2855796 h 2931613"/>
                              <a:gd name="connsiteX4" fmla="*/ 1460753 w 1516351"/>
                              <a:gd name="connsiteY4" fmla="*/ 2855796 h 2931613"/>
                              <a:gd name="connsiteX5" fmla="*/ 1460753 w 1516351"/>
                              <a:gd name="connsiteY5" fmla="*/ 561050 h 2931613"/>
                              <a:gd name="connsiteX6" fmla="*/ 985629 w 1516351"/>
                              <a:gd name="connsiteY6" fmla="*/ 75818 h 2931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6351" h="2931613">
                                <a:moveTo>
                                  <a:pt x="985629" y="75818"/>
                                </a:moveTo>
                                <a:lnTo>
                                  <a:pt x="75818" y="75818"/>
                                </a:lnTo>
                                <a:lnTo>
                                  <a:pt x="75818" y="2370564"/>
                                </a:lnTo>
                                <a:cubicBezTo>
                                  <a:pt x="75818" y="2633398"/>
                                  <a:pt x="288107" y="2855796"/>
                                  <a:pt x="561050" y="2855796"/>
                                </a:cubicBezTo>
                                <a:lnTo>
                                  <a:pt x="1460753" y="2855796"/>
                                </a:lnTo>
                                <a:lnTo>
                                  <a:pt x="1460753" y="561050"/>
                                </a:lnTo>
                                <a:cubicBezTo>
                                  <a:pt x="1460753" y="288107"/>
                                  <a:pt x="1248463" y="75818"/>
                                  <a:pt x="985629"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reeform: Shape 69"/>
                        <wps:cNvSpPr/>
                        <wps:spPr>
                          <a:xfrm>
                            <a:off x="0" y="0"/>
                            <a:ext cx="1516352" cy="1516352"/>
                          </a:xfrm>
                          <a:custGeom>
                            <a:avLst/>
                            <a:gdLst>
                              <a:gd name="connsiteX0" fmla="*/ 75818 w 1516351"/>
                              <a:gd name="connsiteY0" fmla="*/ 985629 h 1516351"/>
                              <a:gd name="connsiteX1" fmla="*/ 75818 w 1516351"/>
                              <a:gd name="connsiteY1" fmla="*/ 75818 h 1516351"/>
                              <a:gd name="connsiteX2" fmla="*/ 1491079 w 1516351"/>
                              <a:gd name="connsiteY2" fmla="*/ 75818 h 1516351"/>
                              <a:gd name="connsiteX3" fmla="*/ 1491079 w 1516351"/>
                              <a:gd name="connsiteY3" fmla="*/ 1470861 h 1516351"/>
                              <a:gd name="connsiteX4" fmla="*/ 561050 w 1516351"/>
                              <a:gd name="connsiteY4" fmla="*/ 1470861 h 1516351"/>
                              <a:gd name="connsiteX5" fmla="*/ 75818 w 1516351"/>
                              <a:gd name="connsiteY5" fmla="*/ 985629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75818" y="985629"/>
                                </a:moveTo>
                                <a:lnTo>
                                  <a:pt x="75818" y="75818"/>
                                </a:lnTo>
                                <a:lnTo>
                                  <a:pt x="1491079" y="75818"/>
                                </a:lnTo>
                                <a:lnTo>
                                  <a:pt x="1491079" y="1470861"/>
                                </a:lnTo>
                                <a:lnTo>
                                  <a:pt x="561050" y="1470861"/>
                                </a:lnTo>
                                <a:cubicBezTo>
                                  <a:pt x="288107" y="1470861"/>
                                  <a:pt x="75818" y="1258572"/>
                                  <a:pt x="75818" y="985629"/>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reeform: Shape 70"/>
                        <wps:cNvSpPr/>
                        <wps:spPr>
                          <a:xfrm>
                            <a:off x="1415262" y="1395044"/>
                            <a:ext cx="1516352" cy="1516352"/>
                          </a:xfrm>
                          <a:custGeom>
                            <a:avLst/>
                            <a:gdLst>
                              <a:gd name="connsiteX0" fmla="*/ 1460753 w 1516351"/>
                              <a:gd name="connsiteY0" fmla="*/ 75818 h 1516351"/>
                              <a:gd name="connsiteX1" fmla="*/ 75818 w 1516351"/>
                              <a:gd name="connsiteY1" fmla="*/ 75818 h 1516351"/>
                              <a:gd name="connsiteX2" fmla="*/ 75818 w 1516351"/>
                              <a:gd name="connsiteY2" fmla="*/ 975520 h 1516351"/>
                              <a:gd name="connsiteX3" fmla="*/ 561050 w 1516351"/>
                              <a:gd name="connsiteY3" fmla="*/ 1460752 h 1516351"/>
                              <a:gd name="connsiteX4" fmla="*/ 1460753 w 1516351"/>
                              <a:gd name="connsiteY4" fmla="*/ 1460752 h 1516351"/>
                              <a:gd name="connsiteX5" fmla="*/ 1460753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3" y="75818"/>
                                </a:moveTo>
                                <a:lnTo>
                                  <a:pt x="75818" y="75818"/>
                                </a:lnTo>
                                <a:lnTo>
                                  <a:pt x="75818" y="975520"/>
                                </a:lnTo>
                                <a:cubicBezTo>
                                  <a:pt x="75818" y="1238354"/>
                                  <a:pt x="288107" y="1460752"/>
                                  <a:pt x="561050" y="1460752"/>
                                </a:cubicBezTo>
                                <a:lnTo>
                                  <a:pt x="1460753" y="1460752"/>
                                </a:lnTo>
                                <a:lnTo>
                                  <a:pt x="1460753"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89" name="Group 28"/>
                      <wpg:cNvGrpSpPr/>
                      <wpg:grpSpPr>
                        <a:xfrm rot="10800000">
                          <a:off x="0" y="7738533"/>
                          <a:ext cx="3010535" cy="2402840"/>
                          <a:chOff x="0" y="0"/>
                          <a:chExt cx="7105861" cy="5671156"/>
                        </a:xfrm>
                      </wpg:grpSpPr>
                      <wps:wsp>
                        <wps:cNvPr id="90" name="Freeform: Shape 90"/>
                        <wps:cNvSpPr/>
                        <wps:spPr>
                          <a:xfrm>
                            <a:off x="4102030" y="2779912"/>
                            <a:ext cx="1617940" cy="1516352"/>
                          </a:xfrm>
                          <a:custGeom>
                            <a:avLst/>
                            <a:gdLst>
                              <a:gd name="connsiteX0" fmla="*/ 975520 w 1516351"/>
                              <a:gd name="connsiteY0" fmla="*/ 75818 h 1516351"/>
                              <a:gd name="connsiteX1" fmla="*/ 1460752 w 1516351"/>
                              <a:gd name="connsiteY1" fmla="*/ 561050 h 1516351"/>
                              <a:gd name="connsiteX2" fmla="*/ 1460752 w 1516351"/>
                              <a:gd name="connsiteY2" fmla="*/ 1460752 h 1516351"/>
                              <a:gd name="connsiteX3" fmla="*/ 75818 w 1516351"/>
                              <a:gd name="connsiteY3" fmla="*/ 1460752 h 1516351"/>
                              <a:gd name="connsiteX4" fmla="*/ 75818 w 1516351"/>
                              <a:gd name="connsiteY4" fmla="*/ 75818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cubicBezTo>
                                  <a:pt x="1238354" y="75818"/>
                                  <a:pt x="1460752" y="288107"/>
                                  <a:pt x="1460752" y="561050"/>
                                </a:cubicBezTo>
                                <a:lnTo>
                                  <a:pt x="1460752" y="1460752"/>
                                </a:lnTo>
                                <a:lnTo>
                                  <a:pt x="75818" y="1460752"/>
                                </a:lnTo>
                                <a:lnTo>
                                  <a:pt x="75818" y="75818"/>
                                </a:lnTo>
                                <a:lnTo>
                                  <a:pt x="975520" y="75818"/>
                                </a:lnTo>
                                <a:close/>
                              </a:path>
                            </a:pathLst>
                          </a:custGeom>
                          <a:solidFill>
                            <a:schemeClr val="accent2">
                              <a:lumMod val="40000"/>
                              <a:lumOff val="60000"/>
                            </a:scheme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reeform: Shape 91"/>
                        <wps:cNvSpPr/>
                        <wps:spPr>
                          <a:xfrm>
                            <a:off x="2400891" y="75818"/>
                            <a:ext cx="4629928" cy="4650147"/>
                          </a:xfrm>
                          <a:custGeom>
                            <a:avLst/>
                            <a:gdLst>
                              <a:gd name="connsiteX0" fmla="*/ 0 w 4629928"/>
                              <a:gd name="connsiteY0" fmla="*/ 0 h 4650147"/>
                              <a:gd name="connsiteX1" fmla="*/ 4619819 w 4629928"/>
                              <a:gd name="connsiteY1" fmla="*/ 0 h 4650147"/>
                              <a:gd name="connsiteX2" fmla="*/ 4629928 w 4629928"/>
                              <a:gd name="connsiteY2" fmla="*/ 0 h 4650147"/>
                              <a:gd name="connsiteX3" fmla="*/ 4629928 w 4629928"/>
                              <a:gd name="connsiteY3" fmla="*/ 4650147 h 4650147"/>
                              <a:gd name="connsiteX4" fmla="*/ 4144695 w 4629928"/>
                              <a:gd name="connsiteY4" fmla="*/ 4164914 h 4650147"/>
                              <a:gd name="connsiteX5" fmla="*/ 3255102 w 4629928"/>
                              <a:gd name="connsiteY5" fmla="*/ 4164914 h 4650147"/>
                              <a:gd name="connsiteX6" fmla="*/ 3255102 w 4629928"/>
                              <a:gd name="connsiteY6" fmla="*/ 3265212 h 4650147"/>
                              <a:gd name="connsiteX7" fmla="*/ 2769869 w 4629928"/>
                              <a:gd name="connsiteY7" fmla="*/ 2779979 h 4650147"/>
                              <a:gd name="connsiteX8" fmla="*/ 1870167 w 4629928"/>
                              <a:gd name="connsiteY8" fmla="*/ 2779979 h 4650147"/>
                              <a:gd name="connsiteX9" fmla="*/ 1870167 w 4629928"/>
                              <a:gd name="connsiteY9" fmla="*/ 3558373 h 4650147"/>
                              <a:gd name="connsiteX10" fmla="*/ 1860060 w 4629928"/>
                              <a:gd name="connsiteY10" fmla="*/ 3552693 h 4650147"/>
                              <a:gd name="connsiteX11" fmla="*/ 1860060 w 4629928"/>
                              <a:gd name="connsiteY11" fmla="*/ 4154805 h 4650147"/>
                              <a:gd name="connsiteX12" fmla="*/ 960357 w 4629928"/>
                              <a:gd name="connsiteY12" fmla="*/ 4154805 h 4650147"/>
                              <a:gd name="connsiteX13" fmla="*/ 475124 w 4629928"/>
                              <a:gd name="connsiteY13" fmla="*/ 3669573 h 4650147"/>
                              <a:gd name="connsiteX14" fmla="*/ 475124 w 4629928"/>
                              <a:gd name="connsiteY14" fmla="*/ 2769870 h 4650147"/>
                              <a:gd name="connsiteX15" fmla="*/ 485232 w 4629928"/>
                              <a:gd name="connsiteY15" fmla="*/ 2769870 h 4650147"/>
                              <a:gd name="connsiteX16" fmla="*/ 485232 w 4629928"/>
                              <a:gd name="connsiteY16" fmla="*/ 485232 h 4650147"/>
                              <a:gd name="connsiteX17" fmla="*/ 0 w 4629928"/>
                              <a:gd name="connsiteY17" fmla="*/ 0 h 46501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629928" h="4650147">
                                <a:moveTo>
                                  <a:pt x="0" y="0"/>
                                </a:moveTo>
                                <a:lnTo>
                                  <a:pt x="4619819" y="0"/>
                                </a:lnTo>
                                <a:lnTo>
                                  <a:pt x="4629928" y="0"/>
                                </a:lnTo>
                                <a:lnTo>
                                  <a:pt x="4629928" y="4650147"/>
                                </a:lnTo>
                                <a:cubicBezTo>
                                  <a:pt x="4629928" y="4377203"/>
                                  <a:pt x="4407529" y="4164914"/>
                                  <a:pt x="4144695" y="4164914"/>
                                </a:cubicBezTo>
                                <a:lnTo>
                                  <a:pt x="3255102" y="4164914"/>
                                </a:lnTo>
                                <a:lnTo>
                                  <a:pt x="3255102" y="3265212"/>
                                </a:lnTo>
                                <a:cubicBezTo>
                                  <a:pt x="3255102" y="2992269"/>
                                  <a:pt x="3032704" y="2779979"/>
                                  <a:pt x="2769869" y="2779979"/>
                                </a:cubicBezTo>
                                <a:lnTo>
                                  <a:pt x="1870167" y="2779979"/>
                                </a:lnTo>
                                <a:lnTo>
                                  <a:pt x="1870167" y="3558373"/>
                                </a:lnTo>
                                <a:lnTo>
                                  <a:pt x="1860060" y="3552693"/>
                                </a:lnTo>
                                <a:lnTo>
                                  <a:pt x="1860060" y="4154805"/>
                                </a:lnTo>
                                <a:lnTo>
                                  <a:pt x="960357" y="4154805"/>
                                </a:lnTo>
                                <a:cubicBezTo>
                                  <a:pt x="697522" y="4154805"/>
                                  <a:pt x="475124" y="3942516"/>
                                  <a:pt x="475124" y="3669573"/>
                                </a:cubicBezTo>
                                <a:lnTo>
                                  <a:pt x="475124" y="2769870"/>
                                </a:lnTo>
                                <a:lnTo>
                                  <a:pt x="485232" y="2769870"/>
                                </a:lnTo>
                                <a:lnTo>
                                  <a:pt x="485232" y="485232"/>
                                </a:lnTo>
                                <a:cubicBezTo>
                                  <a:pt x="485232" y="212289"/>
                                  <a:pt x="262834" y="0"/>
                                  <a:pt x="0" y="0"/>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reeform: Shape 92"/>
                        <wps:cNvSpPr/>
                        <wps:spPr>
                          <a:xfrm>
                            <a:off x="5589509" y="4154804"/>
                            <a:ext cx="1516352" cy="1516352"/>
                          </a:xfrm>
                          <a:custGeom>
                            <a:avLst/>
                            <a:gdLst>
                              <a:gd name="connsiteX0" fmla="*/ 975520 w 1516351"/>
                              <a:gd name="connsiteY0" fmla="*/ 75818 h 1516351"/>
                              <a:gd name="connsiteX1" fmla="*/ 75818 w 1516351"/>
                              <a:gd name="connsiteY1" fmla="*/ 75818 h 1516351"/>
                              <a:gd name="connsiteX2" fmla="*/ 75818 w 1516351"/>
                              <a:gd name="connsiteY2" fmla="*/ 1491079 h 1516351"/>
                              <a:gd name="connsiteX3" fmla="*/ 1460753 w 1516351"/>
                              <a:gd name="connsiteY3" fmla="*/ 1491079 h 1516351"/>
                              <a:gd name="connsiteX4" fmla="*/ 1460753 w 1516351"/>
                              <a:gd name="connsiteY4" fmla="*/ 550941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lnTo>
                                  <a:pt x="75818" y="75818"/>
                                </a:lnTo>
                                <a:lnTo>
                                  <a:pt x="75818" y="1491079"/>
                                </a:lnTo>
                                <a:lnTo>
                                  <a:pt x="1460753" y="1491079"/>
                                </a:lnTo>
                                <a:lnTo>
                                  <a:pt x="1460753" y="550941"/>
                                </a:lnTo>
                                <a:cubicBezTo>
                                  <a:pt x="1450643" y="298216"/>
                                  <a:pt x="1238354" y="75818"/>
                                  <a:pt x="975520"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reeform: Shape 93"/>
                        <wps:cNvSpPr/>
                        <wps:spPr>
                          <a:xfrm>
                            <a:off x="4102030" y="4154705"/>
                            <a:ext cx="1617940" cy="1516352"/>
                          </a:xfrm>
                          <a:custGeom>
                            <a:avLst/>
                            <a:gdLst>
                              <a:gd name="connsiteX0" fmla="*/ 1460752 w 1516351"/>
                              <a:gd name="connsiteY0" fmla="*/ 75818 h 1516351"/>
                              <a:gd name="connsiteX1" fmla="*/ 75818 w 1516351"/>
                              <a:gd name="connsiteY1" fmla="*/ 75818 h 1516351"/>
                              <a:gd name="connsiteX2" fmla="*/ 75818 w 1516351"/>
                              <a:gd name="connsiteY2" fmla="*/ 1015956 h 1516351"/>
                              <a:gd name="connsiteX3" fmla="*/ 561050 w 1516351"/>
                              <a:gd name="connsiteY3" fmla="*/ 1501189 h 1516351"/>
                              <a:gd name="connsiteX4" fmla="*/ 1460752 w 1516351"/>
                              <a:gd name="connsiteY4" fmla="*/ 1501189 h 1516351"/>
                              <a:gd name="connsiteX5" fmla="*/ 1460752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2" y="75818"/>
                                </a:moveTo>
                                <a:lnTo>
                                  <a:pt x="75818" y="75818"/>
                                </a:lnTo>
                                <a:lnTo>
                                  <a:pt x="75818" y="1015956"/>
                                </a:lnTo>
                                <a:cubicBezTo>
                                  <a:pt x="75818" y="1278790"/>
                                  <a:pt x="288107" y="1501189"/>
                                  <a:pt x="561050" y="1501189"/>
                                </a:cubicBezTo>
                                <a:lnTo>
                                  <a:pt x="1460752" y="1501189"/>
                                </a:lnTo>
                                <a:lnTo>
                                  <a:pt x="1460752"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reeform: Shape 94"/>
                        <wps:cNvSpPr/>
                        <wps:spPr>
                          <a:xfrm>
                            <a:off x="1415262" y="0"/>
                            <a:ext cx="1516352" cy="2931614"/>
                          </a:xfrm>
                          <a:custGeom>
                            <a:avLst/>
                            <a:gdLst>
                              <a:gd name="connsiteX0" fmla="*/ 985629 w 1516351"/>
                              <a:gd name="connsiteY0" fmla="*/ 75818 h 2931613"/>
                              <a:gd name="connsiteX1" fmla="*/ 75818 w 1516351"/>
                              <a:gd name="connsiteY1" fmla="*/ 75818 h 2931613"/>
                              <a:gd name="connsiteX2" fmla="*/ 75818 w 1516351"/>
                              <a:gd name="connsiteY2" fmla="*/ 2370564 h 2931613"/>
                              <a:gd name="connsiteX3" fmla="*/ 561050 w 1516351"/>
                              <a:gd name="connsiteY3" fmla="*/ 2855796 h 2931613"/>
                              <a:gd name="connsiteX4" fmla="*/ 1460753 w 1516351"/>
                              <a:gd name="connsiteY4" fmla="*/ 2855796 h 2931613"/>
                              <a:gd name="connsiteX5" fmla="*/ 1460753 w 1516351"/>
                              <a:gd name="connsiteY5" fmla="*/ 561050 h 2931613"/>
                              <a:gd name="connsiteX6" fmla="*/ 985629 w 1516351"/>
                              <a:gd name="connsiteY6" fmla="*/ 75818 h 2931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6351" h="2931613">
                                <a:moveTo>
                                  <a:pt x="985629" y="75818"/>
                                </a:moveTo>
                                <a:lnTo>
                                  <a:pt x="75818" y="75818"/>
                                </a:lnTo>
                                <a:lnTo>
                                  <a:pt x="75818" y="2370564"/>
                                </a:lnTo>
                                <a:cubicBezTo>
                                  <a:pt x="75818" y="2633398"/>
                                  <a:pt x="288107" y="2855796"/>
                                  <a:pt x="561050" y="2855796"/>
                                </a:cubicBezTo>
                                <a:lnTo>
                                  <a:pt x="1460753" y="2855796"/>
                                </a:lnTo>
                                <a:lnTo>
                                  <a:pt x="1460753" y="561050"/>
                                </a:lnTo>
                                <a:cubicBezTo>
                                  <a:pt x="1460753" y="288107"/>
                                  <a:pt x="1248463" y="75818"/>
                                  <a:pt x="985629"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reeform: Shape 95"/>
                        <wps:cNvSpPr/>
                        <wps:spPr>
                          <a:xfrm>
                            <a:off x="0" y="0"/>
                            <a:ext cx="1516352" cy="1516352"/>
                          </a:xfrm>
                          <a:custGeom>
                            <a:avLst/>
                            <a:gdLst>
                              <a:gd name="connsiteX0" fmla="*/ 75818 w 1516351"/>
                              <a:gd name="connsiteY0" fmla="*/ 985629 h 1516351"/>
                              <a:gd name="connsiteX1" fmla="*/ 75818 w 1516351"/>
                              <a:gd name="connsiteY1" fmla="*/ 75818 h 1516351"/>
                              <a:gd name="connsiteX2" fmla="*/ 1491079 w 1516351"/>
                              <a:gd name="connsiteY2" fmla="*/ 75818 h 1516351"/>
                              <a:gd name="connsiteX3" fmla="*/ 1491079 w 1516351"/>
                              <a:gd name="connsiteY3" fmla="*/ 1470861 h 1516351"/>
                              <a:gd name="connsiteX4" fmla="*/ 561050 w 1516351"/>
                              <a:gd name="connsiteY4" fmla="*/ 1470861 h 1516351"/>
                              <a:gd name="connsiteX5" fmla="*/ 75818 w 1516351"/>
                              <a:gd name="connsiteY5" fmla="*/ 985629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75818" y="985629"/>
                                </a:moveTo>
                                <a:lnTo>
                                  <a:pt x="75818" y="75818"/>
                                </a:lnTo>
                                <a:lnTo>
                                  <a:pt x="1491079" y="75818"/>
                                </a:lnTo>
                                <a:lnTo>
                                  <a:pt x="1491079" y="1470861"/>
                                </a:lnTo>
                                <a:lnTo>
                                  <a:pt x="561050" y="1470861"/>
                                </a:lnTo>
                                <a:cubicBezTo>
                                  <a:pt x="288107" y="1470861"/>
                                  <a:pt x="75818" y="1258572"/>
                                  <a:pt x="75818" y="985629"/>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reeform: Shape 96"/>
                        <wps:cNvSpPr/>
                        <wps:spPr>
                          <a:xfrm>
                            <a:off x="1415262" y="1395044"/>
                            <a:ext cx="1516352" cy="1516352"/>
                          </a:xfrm>
                          <a:custGeom>
                            <a:avLst/>
                            <a:gdLst>
                              <a:gd name="connsiteX0" fmla="*/ 1460753 w 1516351"/>
                              <a:gd name="connsiteY0" fmla="*/ 75818 h 1516351"/>
                              <a:gd name="connsiteX1" fmla="*/ 75818 w 1516351"/>
                              <a:gd name="connsiteY1" fmla="*/ 75818 h 1516351"/>
                              <a:gd name="connsiteX2" fmla="*/ 75818 w 1516351"/>
                              <a:gd name="connsiteY2" fmla="*/ 975520 h 1516351"/>
                              <a:gd name="connsiteX3" fmla="*/ 561050 w 1516351"/>
                              <a:gd name="connsiteY3" fmla="*/ 1460752 h 1516351"/>
                              <a:gd name="connsiteX4" fmla="*/ 1460753 w 1516351"/>
                              <a:gd name="connsiteY4" fmla="*/ 1460752 h 1516351"/>
                              <a:gd name="connsiteX5" fmla="*/ 1460753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3" y="75818"/>
                                </a:moveTo>
                                <a:lnTo>
                                  <a:pt x="75818" y="75818"/>
                                </a:lnTo>
                                <a:lnTo>
                                  <a:pt x="75818" y="975520"/>
                                </a:lnTo>
                                <a:cubicBezTo>
                                  <a:pt x="75818" y="1238354"/>
                                  <a:pt x="288107" y="1460752"/>
                                  <a:pt x="561050" y="1460752"/>
                                </a:cubicBezTo>
                                <a:lnTo>
                                  <a:pt x="1460753" y="1460752"/>
                                </a:lnTo>
                                <a:lnTo>
                                  <a:pt x="1460753"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E0E9315" id="Group 8" o:spid="_x0000_s1026" style="position:absolute;margin-left:-60pt;margin-top:-34.25pt;width:621.1pt;height:798.55pt;z-index:251687936" coordsize="78878,10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">
              <v:line id="Straight Connector 6" o:spid="_x0000_s1027" style="position:absolute;visibility:visible;mso-wrap-style:square" from="7620,91948" to="57912,9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" strokecolor="#e5dedb [3214]" strokeweight="1pt">
                <v:stroke joinstyle="miter"/>
              </v:line>
              <v:group id="Group 28" o:spid="_x0000_s1028" style="position:absolute;left:48768;width:30110;height:24028" coordsize="71058,5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Shape 31" o:spid="_x0000_s1029" style="position:absolute;left:41020;top:27799;width:16179;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" path="m975520,75818v262834,,485232,212289,485232,485232l1460752,1460752r-1384934,l75818,75818r899702,xe" fillcolor="#fcd3a4 [1301]" stroked="f">
                  <v:stroke joinstyle="miter"/>
                  <v:path arrowok="t" o:connecttype="custom" o:connectlocs="1040876,75818;1558616,561050;1558616,1460753;80897,1460753;80897,75818;1040876,75818" o:connectangles="0,0,0,0,0,0"/>
                </v:shape>
                <v:shape id="Freeform: Shape 64" o:spid="_x0000_s1030" style="position:absolute;left:24008;top:758;width:46300;height:46501;visibility:visible;mso-wrap-style:square;v-text-anchor:middle" coordsize="4629928,4650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" path="m,l4619819,r10109,l4629928,4650147v,-272944,-222399,-485233,-485233,-485233l3255102,4164914r,-899702c3255102,2992269,3032704,2779979,2769869,2779979r-899702,l1870167,3558373r-10107,-5680l1860060,4154805r-899703,c697522,4154805,475124,3942516,475124,3669573r,-899703l485232,2769870r,-2284638c485232,212289,262834,,,xe" fillcolor="#9c6a6a [3209]" stroked="f">
                  <v:stroke joinstyle="miter"/>
                  <v:path arrowok="t" o:connecttype="custom" o:connectlocs="0,0;4619819,0;4629928,0;4629928,4650147;4144695,4164914;3255102,4164914;3255102,3265212;2769869,2779979;1870167,2779979;1870167,3558373;1860060,3552693;1860060,4154805;960357,4154805;475124,3669573;475124,2769870;485232,2769870;485232,485232;0,0" o:connectangles="0,0,0,0,0,0,0,0,0,0,0,0,0,0,0,0,0,0"/>
                </v:shape>
                <v:shape id="Freeform: Shape 65" o:spid="_x0000_s1031" style="position:absolute;left:55895;top:41548;width:15163;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" path="m975520,75818r-899702,l75818,1491079r1384935,l1460753,550941c1450643,298216,1238354,75818,975520,75818xe" fillcolor="#ce8d3e [3206]" stroked="f">
                  <v:stroke joinstyle="miter"/>
                  <v:path arrowok="t" o:connecttype="custom" o:connectlocs="975521,75818;75818,75818;75818,1491080;1460754,1491080;1460754,550941;975521,75818" o:connectangles="0,0,0,0,0,0"/>
                </v:shape>
                <v:shape id="Freeform: Shape 66" o:spid="_x0000_s1032" style="position:absolute;left:41020;top:41547;width:16179;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" path="m1460752,75818r-1384934,l75818,1015956v,262834,212289,485233,485232,485233l1460752,1501189r,-1425371xe" fillcolor="#f8931d [3205]" stroked="f">
                  <v:stroke joinstyle="miter"/>
                  <v:path arrowok="t" o:connecttype="custom" o:connectlocs="1558616,75818;80897,75818;80897,1015957;598638,1501190;1558616,1501190;1558616,75818" o:connectangles="0,0,0,0,0,0"/>
                </v:shape>
                <v:shape id="Freeform: Shape 67" o:spid="_x0000_s1033" style="position:absolute;left:14152;width:15164;height:29316;visibility:visible;mso-wrap-style:square;v-text-anchor:middle" coordsize="1516351,293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" path="m985629,75818r-909811,l75818,2370564v,262834,212289,485232,485232,485232l1460753,2855796r,-2294746c1460753,288107,1248463,75818,985629,75818xe" fillcolor="#ce8d3e [3206]" stroked="f">
                  <v:stroke joinstyle="miter"/>
                  <v:path arrowok="t" o:connecttype="custom" o:connectlocs="985630,75818;75818,75818;75818,2370565;561050,2855797;1460754,2855797;1460754,561050;985630,75818" o:connectangles="0,0,0,0,0,0,0"/>
                </v:shape>
                <v:shape id="Freeform: Shape 69" o:spid="_x0000_s1034" style="position:absolute;width:15163;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" path="m75818,985629r,-909811l1491079,75818r,1395043l561050,1470861v-272943,,-485232,-212289,-485232,-485232xe" fillcolor="#9c6a6a [3209]" stroked="f">
                  <v:stroke joinstyle="miter"/>
                  <v:path arrowok="t" o:connecttype="custom" o:connectlocs="75818,985630;75818,75818;1491080,75818;1491080,1470862;561050,1470862;75818,985630" o:connectangles="0,0,0,0,0,0"/>
                </v:shape>
                <v:shape id="Freeform: Shape 70" o:spid="_x0000_s1035" style="position:absolute;left:14152;top:13950;width:15164;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" path="m1460753,75818r-1384935,l75818,975520v,262834,212289,485232,485232,485232l1460753,1460752r,-1384934xe" fillcolor="#f8931d [3205]" stroked="f">
                  <v:stroke joinstyle="miter"/>
                  <v:path arrowok="t" o:connecttype="custom" o:connectlocs="1460754,75818;75818,75818;75818,975521;561050,1460753;1460754,1460753;1460754,75818" o:connectangles="0,0,0,0,0,0"/>
                </v:shape>
              </v:group>
              <v:group id="Group 28" o:spid="_x0000_s1036" style="position:absolute;top:77385;width:30105;height:24028;rotation:180" coordsize="71058,5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">
                <v:shape id="Freeform: Shape 90" o:spid="_x0000_s1037" style="position:absolute;left:41020;top:27799;width:16179;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" path="m975520,75818v262834,,485232,212289,485232,485232l1460752,1460752r-1384934,l75818,75818r899702,xe" fillcolor="#fcd3a4 [1301]" stroked="f">
                  <v:stroke joinstyle="miter"/>
                  <v:path arrowok="t" o:connecttype="custom" o:connectlocs="1040876,75818;1558616,561050;1558616,1460753;80897,1460753;80897,75818;1040876,75818" o:connectangles="0,0,0,0,0,0"/>
                </v:shape>
                <v:shape id="Freeform: Shape 91" o:spid="_x0000_s1038" style="position:absolute;left:24008;top:758;width:46300;height:46501;visibility:visible;mso-wrap-style:square;v-text-anchor:middle" coordsize="4629928,4650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" path="m,l4619819,r10109,l4629928,4650147v,-272944,-222399,-485233,-485233,-485233l3255102,4164914r,-899702c3255102,2992269,3032704,2779979,2769869,2779979r-899702,l1870167,3558373r-10107,-5680l1860060,4154805r-899703,c697522,4154805,475124,3942516,475124,3669573r,-899703l485232,2769870r,-2284638c485232,212289,262834,,,xe" fillcolor="#9c6a6a [3209]" stroked="f">
                  <v:stroke joinstyle="miter"/>
                  <v:path arrowok="t" o:connecttype="custom" o:connectlocs="0,0;4619819,0;4629928,0;4629928,4650147;4144695,4164914;3255102,4164914;3255102,3265212;2769869,2779979;1870167,2779979;1870167,3558373;1860060,3552693;1860060,4154805;960357,4154805;475124,3669573;475124,2769870;485232,2769870;485232,485232;0,0" o:connectangles="0,0,0,0,0,0,0,0,0,0,0,0,0,0,0,0,0,0"/>
                </v:shape>
                <v:shape id="Freeform: Shape 92" o:spid="_x0000_s1039" style="position:absolute;left:55895;top:41548;width:15163;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" path="m975520,75818r-899702,l75818,1491079r1384935,l1460753,550941c1450643,298216,1238354,75818,975520,75818xe" fillcolor="#ce8d3e [3206]" stroked="f">
                  <v:stroke joinstyle="miter"/>
                  <v:path arrowok="t" o:connecttype="custom" o:connectlocs="975521,75818;75818,75818;75818,1491080;1460754,1491080;1460754,550941;975521,75818" o:connectangles="0,0,0,0,0,0"/>
                </v:shape>
                <v:shape id="Freeform: Shape 93" o:spid="_x0000_s1040" style="position:absolute;left:41020;top:41547;width:16179;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" path="m1460752,75818r-1384934,l75818,1015956v,262834,212289,485233,485232,485233l1460752,1501189r,-1425371xe" fillcolor="#f8931d [3205]" stroked="f">
                  <v:stroke joinstyle="miter"/>
                  <v:path arrowok="t" o:connecttype="custom" o:connectlocs="1558616,75818;80897,75818;80897,1015957;598638,1501190;1558616,1501190;1558616,75818" o:connectangles="0,0,0,0,0,0"/>
                </v:shape>
                <v:shape id="Freeform: Shape 94" o:spid="_x0000_s1041" style="position:absolute;left:14152;width:15164;height:29316;visibility:visible;mso-wrap-style:square;v-text-anchor:middle" coordsize="1516351,293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" path="m985629,75818r-909811,l75818,2370564v,262834,212289,485232,485232,485232l1460753,2855796r,-2294746c1460753,288107,1248463,75818,985629,75818xe" fillcolor="#ce8d3e [3206]" stroked="f">
                  <v:stroke joinstyle="miter"/>
                  <v:path arrowok="t" o:connecttype="custom" o:connectlocs="985630,75818;75818,75818;75818,2370565;561050,2855797;1460754,2855797;1460754,561050;985630,75818" o:connectangles="0,0,0,0,0,0,0"/>
                </v:shape>
                <v:shape id="Freeform: Shape 95" o:spid="_x0000_s1042" style="position:absolute;width:15163;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" path="m75818,985629r,-909811l1491079,75818r,1395043l561050,1470861v-272943,,-485232,-212289,-485232,-485232xe" fillcolor="#9c6a6a [3209]" stroked="f">
                  <v:stroke joinstyle="miter"/>
                  <v:path arrowok="t" o:connecttype="custom" o:connectlocs="75818,985630;75818,75818;1491080,75818;1491080,1470862;561050,1470862;75818,985630" o:connectangles="0,0,0,0,0,0"/>
                </v:shape>
                <v:shape id="Freeform: Shape 96" o:spid="_x0000_s1043" style="position:absolute;left:14152;top:13950;width:15164;height:15163;visibility:visible;mso-wrap-style:square;v-text-anchor:middle" coordsize="1516351,1516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" path="m1460753,75818r-1384935,l75818,975520v,262834,212289,485232,485232,485232l1460753,1460752r,-1384934xe" fillcolor="#f8931d [3205]" stroked="f">
                  <v:stroke joinstyle="miter"/>
                  <v:path arrowok="t" o:connecttype="custom" o:connectlocs="1460754,75818;75818,75818;75818,975521;561050,1460753;1460754,1460753;1460754,75818" o:connectangles="0,0,0,0,0,0"/>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203"/>
    <w:rsid w:val="000C24C8"/>
    <w:rsid w:val="000E191D"/>
    <w:rsid w:val="000E56D7"/>
    <w:rsid w:val="00127771"/>
    <w:rsid w:val="00187D0C"/>
    <w:rsid w:val="00193203"/>
    <w:rsid w:val="00220381"/>
    <w:rsid w:val="00273824"/>
    <w:rsid w:val="002C1F46"/>
    <w:rsid w:val="003856C4"/>
    <w:rsid w:val="003F1C6D"/>
    <w:rsid w:val="00442FBC"/>
    <w:rsid w:val="00624166"/>
    <w:rsid w:val="00705AA4"/>
    <w:rsid w:val="00756B5A"/>
    <w:rsid w:val="00773F3E"/>
    <w:rsid w:val="007C78B0"/>
    <w:rsid w:val="0084225B"/>
    <w:rsid w:val="008678F9"/>
    <w:rsid w:val="0089364C"/>
    <w:rsid w:val="009B01A7"/>
    <w:rsid w:val="009B767C"/>
    <w:rsid w:val="00A82F39"/>
    <w:rsid w:val="00B17D0F"/>
    <w:rsid w:val="00B4626C"/>
    <w:rsid w:val="00BE4D59"/>
    <w:rsid w:val="00C701E9"/>
    <w:rsid w:val="00CA12D4"/>
    <w:rsid w:val="00CB7D11"/>
    <w:rsid w:val="00D07EDF"/>
    <w:rsid w:val="00E56FAF"/>
    <w:rsid w:val="00EB0670"/>
    <w:rsid w:val="00EC5103"/>
    <w:rsid w:val="00F57805"/>
    <w:rsid w:val="00F70692"/>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C9A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25B"/>
  </w:style>
  <w:style w:type="paragraph" w:styleId="Heading1">
    <w:name w:val="heading 1"/>
    <w:basedOn w:val="Normal"/>
    <w:next w:val="Normal"/>
    <w:link w:val="Heading1Char"/>
    <w:uiPriority w:val="9"/>
    <w:qFormat/>
    <w:rsid w:val="000E56D7"/>
    <w:pPr>
      <w:keepNext/>
      <w:keepLines/>
      <w:spacing w:after="0" w:line="240" w:lineRule="auto"/>
      <w:outlineLvl w:val="0"/>
    </w:pPr>
    <w:rPr>
      <w:rFonts w:asciiTheme="majorHAnsi" w:eastAsiaTheme="majorEastAsia" w:hAnsiTheme="majorHAnsi" w:cstheme="majorBidi"/>
      <w:b/>
      <w:color w:val="39302A" w:themeColor="text2"/>
      <w:sz w:val="48"/>
      <w:szCs w:val="32"/>
    </w:rPr>
  </w:style>
  <w:style w:type="paragraph" w:styleId="Heading2">
    <w:name w:val="heading 2"/>
    <w:basedOn w:val="Normal"/>
    <w:next w:val="Normal"/>
    <w:link w:val="Heading2Char"/>
    <w:uiPriority w:val="9"/>
    <w:qFormat/>
    <w:pPr>
      <w:keepNext/>
      <w:keepLines/>
      <w:spacing w:after="480"/>
      <w:outlineLvl w:val="1"/>
    </w:pPr>
    <w:rPr>
      <w:rFonts w:cstheme="majorBidi"/>
      <w:color w:val="39302A" w:themeColor="text2"/>
      <w:sz w:val="32"/>
      <w:szCs w:val="26"/>
    </w:rPr>
  </w:style>
  <w:style w:type="paragraph" w:styleId="Heading3">
    <w:name w:val="heading 3"/>
    <w:basedOn w:val="Normal"/>
    <w:next w:val="Normal"/>
    <w:link w:val="Heading3Char"/>
    <w:uiPriority w:val="9"/>
    <w:semiHidden/>
    <w:qFormat/>
    <w:pPr>
      <w:keepNext/>
      <w:keepLines/>
      <w:spacing w:after="0" w:line="240" w:lineRule="auto"/>
      <w:outlineLvl w:val="2"/>
    </w:pPr>
    <w:rPr>
      <w:rFonts w:asciiTheme="majorHAnsi" w:eastAsiaTheme="majorEastAsia" w:hAnsiTheme="majorHAnsi" w:cstheme="majorBidi"/>
      <w:color w:val="C49A00" w:themeColor="accent1" w:themeShade="BF"/>
      <w:sz w:val="32"/>
    </w:rPr>
  </w:style>
  <w:style w:type="paragraph" w:styleId="Heading4">
    <w:name w:val="heading 4"/>
    <w:basedOn w:val="Normal"/>
    <w:next w:val="Normal"/>
    <w:link w:val="Heading4Char"/>
    <w:uiPriority w:val="9"/>
    <w:semiHidden/>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qFormat/>
    <w:pPr>
      <w:keepNext/>
      <w:keepLines/>
      <w:spacing w:after="0" w:line="240" w:lineRule="auto"/>
      <w:outlineLvl w:val="4"/>
    </w:pPr>
    <w:rPr>
      <w:rFonts w:asciiTheme="majorHAnsi" w:eastAsiaTheme="majorEastAsia" w:hAnsiTheme="majorHAnsi" w:cstheme="majorBidi"/>
      <w:b/>
      <w:color w:val="39302A" w:themeColor="text2"/>
      <w:sz w:val="28"/>
    </w:rPr>
  </w:style>
  <w:style w:type="paragraph" w:styleId="Heading6">
    <w:name w:val="heading 6"/>
    <w:basedOn w:val="Normal"/>
    <w:next w:val="Normal"/>
    <w:link w:val="Heading6Char"/>
    <w:uiPriority w:val="9"/>
    <w:semiHidden/>
    <w:qFormat/>
    <w:pPr>
      <w:keepNext/>
      <w:keepLines/>
      <w:spacing w:line="240" w:lineRule="auto"/>
      <w:outlineLvl w:val="5"/>
    </w:pPr>
    <w:rPr>
      <w:rFonts w:cstheme="majorBidi"/>
      <w:color w:val="C49A00" w:themeColor="accent1" w:themeShade="BF"/>
      <w:sz w:val="28"/>
    </w:rPr>
  </w:style>
  <w:style w:type="paragraph" w:styleId="Heading7">
    <w:name w:val="heading 7"/>
    <w:basedOn w:val="Normal"/>
    <w:next w:val="Normal"/>
    <w:link w:val="Heading7Char"/>
    <w:uiPriority w:val="9"/>
    <w:semiHidden/>
    <w:qFormat/>
    <w:pPr>
      <w:keepNext/>
      <w:keepLines/>
      <w:spacing w:after="0" w:line="240" w:lineRule="auto"/>
      <w:outlineLvl w:val="6"/>
    </w:pPr>
    <w:rPr>
      <w:rFonts w:asciiTheme="majorHAnsi" w:eastAsiaTheme="majorEastAsia" w:hAnsiTheme="majorHAnsi" w:cstheme="majorBidi"/>
      <w:b/>
      <w:iCs/>
      <w:color w:val="39302A" w:themeColor="text2"/>
    </w:rPr>
  </w:style>
  <w:style w:type="paragraph" w:styleId="Heading8">
    <w:name w:val="heading 8"/>
    <w:basedOn w:val="Normal"/>
    <w:next w:val="Normal"/>
    <w:link w:val="Heading8Char"/>
    <w:uiPriority w:val="9"/>
    <w:semiHidden/>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C49A00" w:themeColor="accent1" w:themeShade="BF"/>
      <w:spacing w:val="0"/>
    </w:rPr>
  </w:style>
  <w:style w:type="paragraph" w:customStyle="1" w:styleId="ContactInfo">
    <w:name w:val="Contact Info"/>
    <w:basedOn w:val="Normal"/>
    <w:uiPriority w:val="10"/>
    <w:qFormat/>
    <w:rsid w:val="000E56D7"/>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FFCA08" w:themeColor="accent1"/>
      <w:sz w:val="22"/>
    </w:rPr>
  </w:style>
  <w:style w:type="character" w:customStyle="1" w:styleId="DateChar">
    <w:name w:val="Date Char"/>
    <w:basedOn w:val="DefaultParagraphFont"/>
    <w:link w:val="Date"/>
    <w:uiPriority w:val="2"/>
    <w:semiHidden/>
    <w:rPr>
      <w:color w:val="FFCA08"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qFormat/>
    <w:pPr>
      <w:spacing w:after="120" w:line="240" w:lineRule="auto"/>
    </w:pPr>
    <w:rPr>
      <w:rFonts w:ascii="Garamond" w:hAnsi="Garamond"/>
      <w:color w:val="C49A00" w:themeColor="accent1" w:themeShade="BF"/>
      <w:sz w:val="56"/>
    </w:rPr>
  </w:style>
  <w:style w:type="character" w:customStyle="1" w:styleId="HeaderChar">
    <w:name w:val="Header Char"/>
    <w:basedOn w:val="DefaultParagraphFont"/>
    <w:link w:val="Header"/>
    <w:uiPriority w:val="99"/>
    <w:semiHidden/>
    <w:rsid w:val="0084225B"/>
    <w:rPr>
      <w:rFonts w:ascii="Garamond" w:hAnsi="Garamond"/>
      <w:color w:val="7F7F7F" w:themeColor="text1" w:themeTint="80"/>
      <w:sz w:val="20"/>
    </w:rPr>
  </w:style>
  <w:style w:type="paragraph" w:styleId="Footer">
    <w:name w:val="footer"/>
    <w:basedOn w:val="Normal"/>
    <w:link w:val="FooterChar"/>
    <w:uiPriority w:val="99"/>
    <w:unhideWhenUsed/>
    <w:rsid w:val="000E56D7"/>
    <w:pPr>
      <w:spacing w:after="0" w:line="240" w:lineRule="auto"/>
      <w:ind w:left="4320"/>
      <w:jc w:val="center"/>
    </w:pPr>
    <w:rPr>
      <w:color w:val="000000" w:themeColor="text1"/>
    </w:rPr>
  </w:style>
  <w:style w:type="character" w:customStyle="1" w:styleId="FooterChar">
    <w:name w:val="Footer Char"/>
    <w:basedOn w:val="DefaultParagraphFont"/>
    <w:link w:val="Footer"/>
    <w:uiPriority w:val="99"/>
    <w:rsid w:val="000E56D7"/>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semiHidden/>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0E56D7"/>
    <w:rPr>
      <w:rFonts w:asciiTheme="majorHAnsi" w:eastAsiaTheme="majorEastAsia" w:hAnsiTheme="majorHAnsi" w:cstheme="majorBidi"/>
      <w:b/>
      <w:color w:val="39302A" w:themeColor="text2"/>
      <w:sz w:val="48"/>
      <w:szCs w:val="32"/>
    </w:rPr>
  </w:style>
  <w:style w:type="character" w:customStyle="1" w:styleId="Heading2Char">
    <w:name w:val="Heading 2 Char"/>
    <w:basedOn w:val="DefaultParagraphFont"/>
    <w:link w:val="Heading2"/>
    <w:uiPriority w:val="9"/>
    <w:rsid w:val="0084225B"/>
    <w:rPr>
      <w:rFonts w:cstheme="majorBidi"/>
      <w:color w:val="39302A" w:themeColor="text2"/>
      <w:sz w:val="32"/>
      <w:szCs w:val="26"/>
    </w:rPr>
  </w:style>
  <w:style w:type="character" w:customStyle="1" w:styleId="Heading3Char">
    <w:name w:val="Heading 3 Char"/>
    <w:basedOn w:val="DefaultParagraphFont"/>
    <w:link w:val="Heading3"/>
    <w:uiPriority w:val="9"/>
    <w:semiHidden/>
    <w:rsid w:val="0084225B"/>
    <w:rPr>
      <w:rFonts w:asciiTheme="majorHAnsi" w:eastAsiaTheme="majorEastAsia" w:hAnsiTheme="majorHAnsi" w:cstheme="majorBidi"/>
      <w:color w:val="C49A00" w:themeColor="accent1" w:themeShade="BF"/>
      <w:sz w:val="32"/>
    </w:rPr>
  </w:style>
  <w:style w:type="character" w:customStyle="1" w:styleId="Heading4Char">
    <w:name w:val="Heading 4 Char"/>
    <w:basedOn w:val="DefaultParagraphFont"/>
    <w:link w:val="Heading4"/>
    <w:uiPriority w:val="9"/>
    <w:semiHidden/>
    <w:rsid w:val="0084225B"/>
    <w:rPr>
      <w:rFonts w:cstheme="majorBidi"/>
      <w:iCs/>
      <w:color w:val="595959" w:themeColor="text1" w:themeTint="A6"/>
      <w:sz w:val="32"/>
    </w:rPr>
  </w:style>
  <w:style w:type="character" w:customStyle="1" w:styleId="Heading5Char">
    <w:name w:val="Heading 5 Char"/>
    <w:basedOn w:val="DefaultParagraphFont"/>
    <w:link w:val="Heading5"/>
    <w:uiPriority w:val="9"/>
    <w:semiHidden/>
    <w:rsid w:val="0084225B"/>
    <w:rPr>
      <w:rFonts w:asciiTheme="majorHAnsi" w:eastAsiaTheme="majorEastAsia" w:hAnsiTheme="majorHAnsi" w:cstheme="majorBidi"/>
      <w:b/>
      <w:color w:val="39302A" w:themeColor="text2"/>
      <w:sz w:val="28"/>
    </w:rPr>
  </w:style>
  <w:style w:type="character" w:customStyle="1" w:styleId="Heading6Char">
    <w:name w:val="Heading 6 Char"/>
    <w:basedOn w:val="DefaultParagraphFont"/>
    <w:link w:val="Heading6"/>
    <w:uiPriority w:val="9"/>
    <w:semiHidden/>
    <w:rsid w:val="0084225B"/>
    <w:rPr>
      <w:rFonts w:cstheme="majorBidi"/>
      <w:color w:val="C49A00" w:themeColor="accent1" w:themeShade="BF"/>
      <w:sz w:val="28"/>
    </w:rPr>
  </w:style>
  <w:style w:type="character" w:customStyle="1" w:styleId="Heading7Char">
    <w:name w:val="Heading 7 Char"/>
    <w:basedOn w:val="DefaultParagraphFont"/>
    <w:link w:val="Heading7"/>
    <w:uiPriority w:val="9"/>
    <w:semiHidden/>
    <w:rsid w:val="0084225B"/>
    <w:rPr>
      <w:rFonts w:asciiTheme="majorHAnsi" w:eastAsiaTheme="majorEastAsia" w:hAnsiTheme="majorHAnsi" w:cstheme="majorBidi"/>
      <w:b/>
      <w:iCs/>
      <w:color w:val="39302A" w:themeColor="text2"/>
    </w:rPr>
  </w:style>
  <w:style w:type="character" w:customStyle="1" w:styleId="Heading8Char">
    <w:name w:val="Heading 8 Char"/>
    <w:basedOn w:val="DefaultParagraphFont"/>
    <w:link w:val="Heading8"/>
    <w:uiPriority w:val="9"/>
    <w:semiHidden/>
    <w:rsid w:val="0084225B"/>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sid w:val="0084225B"/>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C49A00" w:themeColor="accent1" w:themeShade="BF"/>
        <w:bottom w:val="single" w:sz="4" w:space="10" w:color="C49A00" w:themeColor="accent1" w:themeShade="BF"/>
      </w:pBdr>
      <w:spacing w:before="360" w:after="360"/>
    </w:pPr>
    <w:rPr>
      <w:i/>
      <w:iCs/>
      <w:color w:val="C49A00" w:themeColor="accent1" w:themeShade="BF"/>
    </w:rPr>
  </w:style>
  <w:style w:type="character" w:customStyle="1" w:styleId="IntenseQuoteChar">
    <w:name w:val="Intense Quote Char"/>
    <w:basedOn w:val="DefaultParagraphFont"/>
    <w:link w:val="IntenseQuote"/>
    <w:uiPriority w:val="30"/>
    <w:semiHidden/>
    <w:rPr>
      <w:i/>
      <w:iCs/>
      <w:color w:val="C49A00" w:themeColor="accent1" w:themeShade="BF"/>
    </w:rPr>
  </w:style>
  <w:style w:type="character" w:styleId="CommentReference">
    <w:name w:val="annotation reference"/>
    <w:basedOn w:val="DefaultParagraphFont"/>
    <w:uiPriority w:val="99"/>
    <w:semiHidden/>
    <w:unhideWhenUsed/>
    <w:rsid w:val="009B01A7"/>
    <w:rPr>
      <w:sz w:val="16"/>
      <w:szCs w:val="16"/>
    </w:rPr>
  </w:style>
  <w:style w:type="paragraph" w:styleId="CommentText">
    <w:name w:val="annotation text"/>
    <w:basedOn w:val="Normal"/>
    <w:link w:val="CommentTextChar"/>
    <w:uiPriority w:val="99"/>
    <w:semiHidden/>
    <w:unhideWhenUsed/>
    <w:rsid w:val="009B01A7"/>
    <w:pPr>
      <w:spacing w:line="240" w:lineRule="auto"/>
    </w:pPr>
    <w:rPr>
      <w:sz w:val="20"/>
      <w:szCs w:val="20"/>
    </w:rPr>
  </w:style>
  <w:style w:type="character" w:customStyle="1" w:styleId="CommentTextChar">
    <w:name w:val="Comment Text Char"/>
    <w:basedOn w:val="DefaultParagraphFont"/>
    <w:link w:val="CommentText"/>
    <w:uiPriority w:val="99"/>
    <w:semiHidden/>
    <w:rsid w:val="009B01A7"/>
    <w:rPr>
      <w:sz w:val="20"/>
      <w:szCs w:val="20"/>
    </w:rPr>
  </w:style>
  <w:style w:type="paragraph" w:styleId="CommentSubject">
    <w:name w:val="annotation subject"/>
    <w:basedOn w:val="CommentText"/>
    <w:next w:val="CommentText"/>
    <w:link w:val="CommentSubjectChar"/>
    <w:uiPriority w:val="99"/>
    <w:semiHidden/>
    <w:unhideWhenUsed/>
    <w:rsid w:val="009B01A7"/>
    <w:rPr>
      <w:b/>
      <w:bCs/>
    </w:rPr>
  </w:style>
  <w:style w:type="character" w:customStyle="1" w:styleId="CommentSubjectChar">
    <w:name w:val="Comment Subject Char"/>
    <w:basedOn w:val="CommentTextChar"/>
    <w:link w:val="CommentSubject"/>
    <w:uiPriority w:val="99"/>
    <w:semiHidden/>
    <w:rsid w:val="009B01A7"/>
    <w:rPr>
      <w:b/>
      <w:bCs/>
      <w:sz w:val="20"/>
      <w:szCs w:val="20"/>
    </w:rPr>
  </w:style>
  <w:style w:type="paragraph" w:styleId="BalloonText">
    <w:name w:val="Balloon Text"/>
    <w:basedOn w:val="Normal"/>
    <w:link w:val="BalloonTextChar"/>
    <w:uiPriority w:val="99"/>
    <w:semiHidden/>
    <w:unhideWhenUsed/>
    <w:rsid w:val="009B01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1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Angles%20and%20curves%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36343814749BFB6E620CA9673BE50"/>
        <w:category>
          <w:name w:val="General"/>
          <w:gallery w:val="placeholder"/>
        </w:category>
        <w:types>
          <w:type w:val="bbPlcHdr"/>
        </w:types>
        <w:behaviors>
          <w:behavior w:val="content"/>
        </w:behaviors>
        <w:guid w:val="{20F6272B-0471-4054-A0AA-D796B75CF3F1}"/>
      </w:docPartPr>
      <w:docPartBody>
        <w:p w:rsidR="004D4E01" w:rsidRDefault="00297179">
          <w:pPr>
            <w:pStyle w:val="15036343814749BFB6E620CA9673BE50"/>
          </w:pPr>
          <w:r>
            <w:t>Memorandum</w:t>
          </w:r>
        </w:p>
      </w:docPartBody>
    </w:docPart>
    <w:docPart>
      <w:docPartPr>
        <w:name w:val="23D7521C88794B4892A41FB23B79246A"/>
        <w:category>
          <w:name w:val="General"/>
          <w:gallery w:val="placeholder"/>
        </w:category>
        <w:types>
          <w:type w:val="bbPlcHdr"/>
        </w:types>
        <w:behaviors>
          <w:behavior w:val="content"/>
        </w:behaviors>
        <w:guid w:val="{F64F7E21-F358-4B6A-BC59-ADAB87698A09}"/>
      </w:docPartPr>
      <w:docPartBody>
        <w:p w:rsidR="004D4E01" w:rsidRDefault="00297179">
          <w:pPr>
            <w:pStyle w:val="23D7521C88794B4892A41FB23B79246A"/>
          </w:pPr>
          <w:r w:rsidRPr="000E56D7">
            <w:t>Your Name</w:t>
          </w:r>
        </w:p>
      </w:docPartBody>
    </w:docPart>
    <w:docPart>
      <w:docPartPr>
        <w:name w:val="AA08BC1B549649C7A798BB32050693AF"/>
        <w:category>
          <w:name w:val="General"/>
          <w:gallery w:val="placeholder"/>
        </w:category>
        <w:types>
          <w:type w:val="bbPlcHdr"/>
        </w:types>
        <w:behaviors>
          <w:behavior w:val="content"/>
        </w:behaviors>
        <w:guid w:val="{1C77A54B-8BF6-4EF5-8904-2FC17BEED723}"/>
      </w:docPartPr>
      <w:docPartBody>
        <w:p w:rsidR="004D4E01" w:rsidRDefault="00297179">
          <w:pPr>
            <w:pStyle w:val="AA08BC1B549649C7A798BB32050693AF"/>
          </w:pPr>
          <w:r w:rsidRPr="000E56D7">
            <w:t>Other recipients</w:t>
          </w:r>
        </w:p>
      </w:docPartBody>
    </w:docPart>
    <w:docPart>
      <w:docPartPr>
        <w:name w:val="6DFC6AF1F84C418181E7EB56BEA61474"/>
        <w:category>
          <w:name w:val="General"/>
          <w:gallery w:val="placeholder"/>
        </w:category>
        <w:types>
          <w:type w:val="bbPlcHdr"/>
        </w:types>
        <w:behaviors>
          <w:behavior w:val="content"/>
        </w:behaviors>
        <w:guid w:val="{473AB7D7-AE3D-463B-9EE7-41485BB0F90F}"/>
      </w:docPartPr>
      <w:docPartBody>
        <w:p w:rsidR="004D4E01" w:rsidRDefault="00297179">
          <w:pPr>
            <w:pStyle w:val="6DFC6AF1F84C418181E7EB56BEA61474"/>
          </w:pPr>
          <w:r>
            <w:t>Some of the sample text in this document indicates the name of the style applied, so that you can easily apply the same formatting again. To get started right away, just tap any placeholder text (such as this) and start typing.</w:t>
          </w:r>
        </w:p>
      </w:docPartBody>
    </w:docPart>
    <w:docPart>
      <w:docPartPr>
        <w:name w:val="C4BF6ACE8BA24B8F88DF888A18137DD7"/>
        <w:category>
          <w:name w:val="General"/>
          <w:gallery w:val="placeholder"/>
        </w:category>
        <w:types>
          <w:type w:val="bbPlcHdr"/>
        </w:types>
        <w:behaviors>
          <w:behavior w:val="content"/>
        </w:behaviors>
        <w:guid w:val="{FA20E85C-6022-45E6-A93B-83B83B9C62A6}"/>
      </w:docPartPr>
      <w:docPartBody>
        <w:p w:rsidR="00CA7D30" w:rsidRPr="00F3778A" w:rsidRDefault="00297179" w:rsidP="000E56D7">
          <w:r w:rsidRPr="00F3778A">
            <w:t>View and edit this document in Word on your computer, tablet, or phone. You can edit text; easily insert content such as pictures, shapes, or tables; and seamlessly save the document to the cloud from Word on your Windows, Mac, Android, or iOS device.</w:t>
          </w:r>
        </w:p>
        <w:p w:rsidR="00CA7D30" w:rsidRPr="00F3778A" w:rsidRDefault="00297179" w:rsidP="000E56D7">
          <w:r w:rsidRPr="00F3778A">
            <w:t>Want to insert a picture from your files or add a shape, text box, or table? You got it! On the Insert tab of the ribbon, just tap the option you need.</w:t>
          </w:r>
        </w:p>
        <w:p w:rsidR="00CA7D30" w:rsidRDefault="00297179" w:rsidP="000E56D7">
          <w:r w:rsidRPr="00F3778A">
            <w:t>Find even more easy-to-use tools on the Insert tab, such as to add a hyperlink or insert a comment.</w:t>
          </w:r>
        </w:p>
        <w:p w:rsidR="004D4E01" w:rsidRDefault="00297179">
          <w:pPr>
            <w:pStyle w:val="C4BF6ACE8BA24B8F88DF888A18137DD7"/>
          </w:pPr>
          <w:r>
            <w:t>To update the contact information at the bottom of the document, double click in the footer, select the item you wish to update, and begin typing!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179"/>
    <w:rsid w:val="00297179"/>
    <w:rsid w:val="004D4E01"/>
    <w:rsid w:val="00694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036343814749BFB6E620CA9673BE50">
    <w:name w:val="15036343814749BFB6E620CA9673BE50"/>
  </w:style>
  <w:style w:type="paragraph" w:customStyle="1" w:styleId="23D7521C88794B4892A41FB23B79246A">
    <w:name w:val="23D7521C88794B4892A41FB23B79246A"/>
  </w:style>
  <w:style w:type="paragraph" w:customStyle="1" w:styleId="AA08BC1B549649C7A798BB32050693AF">
    <w:name w:val="AA08BC1B549649C7A798BB32050693AF"/>
  </w:style>
  <w:style w:type="paragraph" w:customStyle="1" w:styleId="6DFC6AF1F84C418181E7EB56BEA61474">
    <w:name w:val="6DFC6AF1F84C418181E7EB56BEA61474"/>
  </w:style>
  <w:style w:type="paragraph" w:customStyle="1" w:styleId="C4BF6ACE8BA24B8F88DF888A18137DD7">
    <w:name w:val="C4BF6ACE8BA24B8F88DF888A18137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109A6-F27C-4763-871B-EA18A6F7C75C}">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52C57DB2-6C40-4032-8490-EF26B90CE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5EA01-D268-4D15-8D79-B7FD1941F746}">
  <ds:schemaRefs>
    <ds:schemaRef ds:uri="http://schemas.microsoft.com/sharepoint/v3/contenttype/forms"/>
  </ds:schemaRefs>
</ds:datastoreItem>
</file>

<file path=customXml/itemProps4.xml><?xml version="1.0" encoding="utf-8"?>
<ds:datastoreItem xmlns:ds="http://schemas.openxmlformats.org/officeDocument/2006/customXml" ds:itemID="{D3942BF3-65F7-4B6C-AC4C-60E7F522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Angles and curves memo.dotx</Template>
  <TotalTime>0</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2019-08-31T12:10:00Z</dcterms:created>
  <dcterms:modified xsi:type="dcterms:W3CDTF">2023-03-08T05:54:00Z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